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223B4" w14:textId="77777777" w:rsidR="007966C2" w:rsidRPr="00905376" w:rsidRDefault="007966C2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72781" wp14:editId="4A436B03">
                <wp:simplePos x="0" y="0"/>
                <wp:positionH relativeFrom="column">
                  <wp:posOffset>4445</wp:posOffset>
                </wp:positionH>
                <wp:positionV relativeFrom="paragraph">
                  <wp:posOffset>22225</wp:posOffset>
                </wp:positionV>
                <wp:extent cx="981856" cy="11410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856" cy="1141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12634" w14:textId="405AF0F8" w:rsidR="002635C6" w:rsidRDefault="00233EF2" w:rsidP="007966C2">
                            <w:r w:rsidRPr="00C43232">
                              <w:rPr>
                                <w:noProof/>
                                <w:color w:val="999999"/>
                                <w:sz w:val="20"/>
                              </w:rPr>
                              <w:drawing>
                                <wp:inline distT="0" distB="0" distL="0" distR="0" wp14:anchorId="7BDB234C" wp14:editId="20E60635">
                                  <wp:extent cx="714375" cy="876300"/>
                                  <wp:effectExtent l="0" t="0" r="9525" b="0"/>
                                  <wp:docPr id="2" name="Picture 2" descr="Untitl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Untitl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727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35pt;margin-top:1.75pt;width:77.3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" filled="f" stroked="f" strokeweight=".5pt">
                <v:textbox inset="0,0,2mm,2mm">
                  <w:txbxContent>
                    <w:p w14:paraId="37212634" w14:textId="405AF0F8" w:rsidR="002635C6" w:rsidRDefault="00233EF2" w:rsidP="007966C2">
                      <w:r w:rsidRPr="00C43232">
                        <w:rPr>
                          <w:noProof/>
                          <w:color w:val="999999"/>
                          <w:sz w:val="20"/>
                        </w:rPr>
                        <w:drawing>
                          <wp:inline distT="0" distB="0" distL="0" distR="0" wp14:anchorId="7BDB234C" wp14:editId="20E60635">
                            <wp:extent cx="714375" cy="876300"/>
                            <wp:effectExtent l="0" t="0" r="9525" b="0"/>
                            <wp:docPr id="2" name="Picture 2" descr="Untitl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Untitl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0537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</w:t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A515E" w:rsidRPr="0090537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РЕПУБЛИКА СРБИЈА</w:t>
      </w:r>
    </w:p>
    <w:p w14:paraId="78C07F83" w14:textId="77777777" w:rsidR="007966C2" w:rsidRPr="00905376" w:rsidRDefault="00B707B2" w:rsidP="00F54C9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>АУТОНОМНА ПОКРАЈИНА ВОЈВОДИНА</w:t>
      </w:r>
    </w:p>
    <w:p w14:paraId="0BE8BD9A" w14:textId="176CF351" w:rsidR="007966C2" w:rsidRPr="00905376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33EF2">
        <w:rPr>
          <w:rFonts w:ascii="Times New Roman" w:hAnsi="Times New Roman" w:cs="Times New Roman"/>
          <w:b/>
          <w:sz w:val="24"/>
          <w:szCs w:val="24"/>
          <w:lang w:val="sr-Cyrl-RS"/>
        </w:rPr>
        <w:t>ОПШТИНА СЕЧАЊ</w:t>
      </w:r>
    </w:p>
    <w:p w14:paraId="7ABE7DE8" w14:textId="1FD5369B" w:rsidR="00F54C9D" w:rsidRPr="00905376" w:rsidRDefault="00F54C9D" w:rsidP="00F54C9D">
      <w:pPr>
        <w:pStyle w:val="NoSpacing"/>
        <w:ind w:left="142" w:hanging="142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Одељење за </w:t>
      </w:r>
      <w:r w:rsidR="008D7CF9">
        <w:rPr>
          <w:rFonts w:ascii="Times New Roman" w:hAnsi="Times New Roman" w:cs="Times New Roman"/>
          <w:b/>
          <w:sz w:val="24"/>
          <w:szCs w:val="24"/>
          <w:lang w:val="sr-Cyrl-RS"/>
        </w:rPr>
        <w:t>финансије и ЛПА</w:t>
      </w:r>
    </w:p>
    <w:p w14:paraId="78F119A0" w14:textId="764AA23E" w:rsidR="00E678DD" w:rsidRPr="00101113" w:rsidRDefault="00DA515E" w:rsidP="00F54C9D">
      <w:pPr>
        <w:pStyle w:val="NoSpacing"/>
        <w:ind w:left="142" w:hanging="142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</w:t>
      </w:r>
      <w:r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707B2" w:rsidRP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966C2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Број:</w:t>
      </w:r>
      <w:r w:rsidR="00D61C44" w:rsidRPr="0010111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B1C67">
        <w:rPr>
          <w:rFonts w:ascii="Times New Roman" w:hAnsi="Times New Roman" w:cs="Times New Roman"/>
          <w:b/>
          <w:bCs/>
          <w:sz w:val="24"/>
          <w:szCs w:val="24"/>
          <w:lang w:val="en-US"/>
        </w:rPr>
        <w:t>400-35/2024</w:t>
      </w:r>
      <w:r w:rsidR="004466F3">
        <w:rPr>
          <w:rFonts w:ascii="Times New Roman" w:hAnsi="Times New Roman" w:cs="Times New Roman"/>
          <w:b/>
          <w:bCs/>
          <w:sz w:val="24"/>
          <w:szCs w:val="24"/>
          <w:lang w:val="en-US"/>
        </w:rPr>
        <w:t>-IV</w:t>
      </w:r>
    </w:p>
    <w:p w14:paraId="54710224" w14:textId="52C166D5" w:rsidR="007966C2" w:rsidRPr="006D3AC9" w:rsidRDefault="00E678DD" w:rsidP="00F54C9D">
      <w:pPr>
        <w:pStyle w:val="NoSpacing"/>
        <w:ind w:left="850" w:firstLine="566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63B11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</w:t>
      </w:r>
      <w:r w:rsidR="001730D9" w:rsidRPr="0010111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B1C6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19</w:t>
      </w:r>
      <w:r w:rsidR="008F0DB1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FB1C67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07</w:t>
      </w:r>
      <w:r w:rsidR="003C5EE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.20</w:t>
      </w:r>
      <w:r w:rsidR="00FB1C6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24</w:t>
      </w:r>
      <w:r w:rsidR="00086C45" w:rsidRPr="00101113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.</w:t>
      </w:r>
      <w:r w:rsidR="006D3A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године</w:t>
      </w:r>
    </w:p>
    <w:p w14:paraId="0E6BF207" w14:textId="77777777" w:rsidR="00B969FE" w:rsidRPr="00905376" w:rsidRDefault="00905376" w:rsidP="00E678DD">
      <w:pPr>
        <w:pStyle w:val="NoSpacing"/>
        <w:ind w:left="850" w:firstLine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7"/>
        <w:gridCol w:w="3014"/>
        <w:gridCol w:w="4435"/>
      </w:tblGrid>
      <w:tr w:rsidR="00B969FE" w:rsidRPr="00905376" w14:paraId="10B3AD9C" w14:textId="77777777" w:rsidTr="00905376">
        <w:tc>
          <w:tcPr>
            <w:tcW w:w="3060" w:type="dxa"/>
          </w:tcPr>
          <w:p w14:paraId="5E30ACF0" w14:textId="60105E95" w:rsidR="00B969FE" w:rsidRPr="00905376" w:rsidRDefault="00233EF2" w:rsidP="00B969F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ул.Вожда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Карађорђа</w:t>
            </w:r>
            <w:r w:rsidR="00D63D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57</w:t>
            </w:r>
          </w:p>
        </w:tc>
        <w:tc>
          <w:tcPr>
            <w:tcW w:w="3060" w:type="dxa"/>
          </w:tcPr>
          <w:p w14:paraId="0C676E73" w14:textId="239136D2" w:rsidR="00B969FE" w:rsidRPr="00D63D9D" w:rsidRDefault="00D63D9D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Телефон: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023/315-07-13</w:t>
            </w:r>
          </w:p>
        </w:tc>
        <w:tc>
          <w:tcPr>
            <w:tcW w:w="4478" w:type="dxa"/>
          </w:tcPr>
          <w:p w14:paraId="7704DD88" w14:textId="51BF0BA7" w:rsidR="00B969FE" w:rsidRPr="00D63D9D" w:rsidRDefault="00B969FE" w:rsidP="007C6CD9">
            <w:pPr>
              <w:pStyle w:val="NoSpacing"/>
              <w:ind w:left="-166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Веб страница</w:t>
            </w:r>
            <w:r w:rsidR="000F451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D63D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www.secanj.rs</w:t>
            </w:r>
          </w:p>
        </w:tc>
      </w:tr>
      <w:tr w:rsidR="00B969FE" w:rsidRPr="00905376" w14:paraId="5A955305" w14:textId="77777777" w:rsidTr="00905376">
        <w:tc>
          <w:tcPr>
            <w:tcW w:w="3060" w:type="dxa"/>
          </w:tcPr>
          <w:p w14:paraId="5817EF3F" w14:textId="1D1D5285" w:rsidR="00B969FE" w:rsidRPr="00905376" w:rsidRDefault="00D63D9D" w:rsidP="00D05FA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23240 Сечањ</w:t>
            </w:r>
          </w:p>
        </w:tc>
        <w:tc>
          <w:tcPr>
            <w:tcW w:w="3060" w:type="dxa"/>
          </w:tcPr>
          <w:p w14:paraId="294218DB" w14:textId="336C378B" w:rsidR="00B969FE" w:rsidRPr="00905376" w:rsidRDefault="00B969FE" w:rsidP="007C6CD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8" w:type="dxa"/>
          </w:tcPr>
          <w:p w14:paraId="67C062A5" w14:textId="320D9A01" w:rsidR="00B969FE" w:rsidRPr="00905376" w:rsidRDefault="000F451E" w:rsidP="007C6CD9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И-мејл адреса</w:t>
            </w:r>
            <w:r w:rsidR="00B969FE" w:rsidRPr="009053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D63D9D">
              <w:t>budzetsosecanj@gmail.com</w:t>
            </w:r>
          </w:p>
        </w:tc>
      </w:tr>
    </w:tbl>
    <w:p w14:paraId="2D9EC30E" w14:textId="77777777" w:rsidR="003D60F7" w:rsidRDefault="003D60F7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EADBA91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29DB1548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54CC455E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B8E1BA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55C80D8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76BC5D97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335F70BA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6F74679C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5FB7B5EB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25CAE817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74368D86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6BE03F58" w14:textId="77777777"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14:paraId="14EB01F1" w14:textId="77777777" w:rsidR="00905376" w:rsidRDefault="00905376" w:rsidP="00905376">
      <w:pPr>
        <w:pStyle w:val="NoSpacing"/>
        <w:tabs>
          <w:tab w:val="left" w:pos="5954"/>
        </w:tabs>
        <w:spacing w:line="276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14:paraId="16B62E7B" w14:textId="31ADCFF6" w:rsidR="00905376" w:rsidRPr="00905376" w:rsidRDefault="00905376" w:rsidP="00905376">
      <w:pPr>
        <w:pStyle w:val="NoSpacing"/>
        <w:tabs>
          <w:tab w:val="left" w:pos="5954"/>
        </w:tabs>
        <w:spacing w:line="276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УПУТСТВО ЗА ПРИПРЕМУ ОДЛ</w:t>
      </w:r>
      <w:r w:rsidR="00D63D9D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УКЕ О БУЏЕТУ ОПШТИНЕ СЕЧАЊ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 ЗА 20</w:t>
      </w:r>
      <w:r w:rsidR="00101113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</w:t>
      </w:r>
      <w:r w:rsidR="00FB1C67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5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 И ПРОЈЕКЦИЈА ЗА 20</w:t>
      </w:r>
      <w:r w:rsidR="00FD65BE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2</w:t>
      </w:r>
      <w:r w:rsidR="00FB1C67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6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И 20</w:t>
      </w:r>
      <w:r w:rsidR="008F0DB1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2</w:t>
      </w:r>
      <w:r w:rsidR="00FB1C67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. ГОДИНУ</w:t>
      </w:r>
    </w:p>
    <w:p w14:paraId="6621D370" w14:textId="77777777" w:rsidR="003D60F7" w:rsidRPr="00905376" w:rsidRDefault="003D60F7" w:rsidP="00777EB8">
      <w:pPr>
        <w:pStyle w:val="NoSpacing"/>
        <w:tabs>
          <w:tab w:val="left" w:pos="5954"/>
        </w:tabs>
        <w:spacing w:line="276" w:lineRule="auto"/>
        <w:ind w:left="62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AB956B7" w14:textId="77777777" w:rsidR="00FD55C6" w:rsidRPr="00905376" w:rsidRDefault="003D60F7" w:rsidP="00905376">
      <w:pPr>
        <w:pStyle w:val="NoSpacing"/>
        <w:tabs>
          <w:tab w:val="left" w:pos="851"/>
        </w:tabs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  <w:r w:rsidRPr="0090537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ab/>
      </w:r>
    </w:p>
    <w:p w14:paraId="73407AF3" w14:textId="77777777" w:rsidR="00526B8D" w:rsidRDefault="00526B8D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0BB9BFA1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6FF946FF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92597BA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23A9469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C5C51D1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CBB9850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3CF29A7" w14:textId="77777777" w:rsidR="00905376" w:rsidRDefault="00905376" w:rsidP="00905376">
      <w:pPr>
        <w:pStyle w:val="NoSpacing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5D7DB76B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F27636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ADD681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0AC104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9BB276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1A3AF2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44D33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227DF7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471770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5B120F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D09247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889CE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87ECC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251E05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FD6B5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0C24C0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EAB76A" w14:textId="77777777" w:rsidR="00905376" w:rsidRDefault="00905376" w:rsidP="00905376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8B12EF" w14:textId="77777777" w:rsidR="001B5597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lastRenderedPageBreak/>
        <w:tab/>
      </w:r>
    </w:p>
    <w:p w14:paraId="4E6221DB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25B9AFE4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5F9D95CB" w14:textId="77777777" w:rsidR="001B5597" w:rsidRDefault="001B5597" w:rsidP="00905376">
      <w:pPr>
        <w:rPr>
          <w:rFonts w:ascii="Times New Roman" w:hAnsi="Times New Roman"/>
          <w:b/>
          <w:sz w:val="24"/>
          <w:lang w:val="sr-Cyrl-RS"/>
        </w:rPr>
      </w:pPr>
    </w:p>
    <w:p w14:paraId="3B88700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САДРЖАЈ</w:t>
      </w:r>
    </w:p>
    <w:p w14:paraId="7C3E89D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63BF4E0" w14:textId="6AA2DC54" w:rsidR="00905376" w:rsidRDefault="003E4760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Увод и опште напомене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AC16E7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</w:p>
    <w:p w14:paraId="0CE34987" w14:textId="795FD542" w:rsidR="00905376" w:rsidRPr="00994D8E" w:rsidRDefault="00905376" w:rsidP="00994D8E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>Основне економске претпоставке</w:t>
      </w:r>
      <w:r w:rsidR="00B6310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3E4760" w:rsidRPr="00B63105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994D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</w:t>
      </w:r>
    </w:p>
    <w:p w14:paraId="06886DFA" w14:textId="3B0B63AF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Процена прихода и примања и расхо</w:t>
      </w:r>
      <w:r w:rsidR="00994D8E">
        <w:rPr>
          <w:rFonts w:ascii="Times New Roman" w:hAnsi="Times New Roman" w:cs="Times New Roman"/>
          <w:b/>
          <w:sz w:val="24"/>
          <w:szCs w:val="24"/>
          <w:lang w:val="sr-Cyrl-RS"/>
        </w:rPr>
        <w:t>да и издатака буџета општине Сечањ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</w:t>
      </w:r>
    </w:p>
    <w:p w14:paraId="3AEFD08F" w14:textId="4E8ECA45" w:rsidR="00905376" w:rsidRPr="004458AA" w:rsidRDefault="008F0DB1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7570AA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>. годину и пројекциј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7570A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и 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7570AA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4325A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AC16E7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</w:p>
    <w:p w14:paraId="1D20D565" w14:textId="77777777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Обим средстава који може да садржи предлог финансијског плана буџетских </w:t>
      </w:r>
    </w:p>
    <w:p w14:paraId="0FA73632" w14:textId="70B6E9AC" w:rsidR="00905376" w:rsidRPr="00B202BE" w:rsidRDefault="008F0DB1" w:rsidP="002803F2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корисника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7570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 са пројекцијама за 20</w:t>
      </w:r>
      <w:r w:rsidR="00101113">
        <w:rPr>
          <w:rFonts w:ascii="Times New Roman" w:hAnsi="Times New Roman" w:cs="Times New Roman"/>
          <w:b/>
          <w:sz w:val="24"/>
          <w:szCs w:val="24"/>
        </w:rPr>
        <w:t>2</w:t>
      </w:r>
      <w:r w:rsidR="007570AA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="0090537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и </w:t>
      </w:r>
      <w:r w:rsidR="003E4760">
        <w:rPr>
          <w:rFonts w:ascii="Times New Roman" w:hAnsi="Times New Roman" w:cs="Times New Roman"/>
          <w:b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7570AA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годину </w:t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066424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AC16E7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</w:p>
    <w:p w14:paraId="1CD6DFFA" w14:textId="5757939A" w:rsidR="003E4760" w:rsidRDefault="00905376" w:rsidP="00905376">
      <w:pPr>
        <w:pStyle w:val="ListParagraph"/>
        <w:numPr>
          <w:ilvl w:val="0"/>
          <w:numId w:val="34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Поступак и динамика пр</w:t>
      </w:r>
      <w:r w:rsidR="001B5FF9">
        <w:rPr>
          <w:rFonts w:ascii="Times New Roman" w:hAnsi="Times New Roman" w:cs="Times New Roman"/>
          <w:b/>
          <w:sz w:val="24"/>
          <w:szCs w:val="24"/>
          <w:lang w:val="sr-Cyrl-RS"/>
        </w:rPr>
        <w:t>ипреме нацрта буџета општине Сечањ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предлога </w:t>
      </w:r>
    </w:p>
    <w:p w14:paraId="7A5B3C0E" w14:textId="0EB9709B" w:rsidR="00905376" w:rsidRDefault="00905376" w:rsidP="003E4760">
      <w:pPr>
        <w:pStyle w:val="ListParagraph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финансијских планова буџетских </w:t>
      </w:r>
      <w:r w:rsidR="00BD6E3E">
        <w:rPr>
          <w:rFonts w:ascii="Times New Roman" w:hAnsi="Times New Roman" w:cs="Times New Roman"/>
          <w:b/>
          <w:sz w:val="24"/>
          <w:szCs w:val="24"/>
          <w:lang w:val="sr-Cyrl-RS"/>
        </w:rPr>
        <w:t>корисник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6C5E9A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            </w:t>
      </w:r>
      <w:r w:rsidR="00AC16E7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</w:p>
    <w:p w14:paraId="5BBFB614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4B915E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B8A0354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8AE812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99CEA78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3DBAD65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D97F78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A00995D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4086705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164E35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6714C4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3872B70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39A28A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C1654A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FBA57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AAEF7E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569D069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76CFE0C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B5AEB26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29FBF403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1CCDD73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B584DC1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5ABE2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E106B9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6FCE6E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F343F8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277179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DD17A29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848639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1C226D6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6FCAF8ED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8BCA25E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57ADDD2B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40A9F7A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6694D187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76370972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38725FB6" w14:textId="3D68A55A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729C34A6" w14:textId="77777777" w:rsidR="00994D8E" w:rsidRDefault="00994D8E" w:rsidP="00905376">
      <w:pPr>
        <w:rPr>
          <w:rFonts w:ascii="Times New Roman" w:hAnsi="Times New Roman"/>
          <w:b/>
          <w:sz w:val="24"/>
          <w:lang w:val="sr-Cyrl-RS"/>
        </w:rPr>
      </w:pPr>
    </w:p>
    <w:p w14:paraId="16CEA85B" w14:textId="77777777" w:rsidR="0046571D" w:rsidRDefault="0046571D" w:rsidP="00905376">
      <w:pPr>
        <w:rPr>
          <w:rFonts w:ascii="Times New Roman" w:hAnsi="Times New Roman"/>
          <w:b/>
          <w:sz w:val="24"/>
          <w:lang w:val="sr-Cyrl-RS"/>
        </w:rPr>
      </w:pPr>
    </w:p>
    <w:p w14:paraId="111D595E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2DFA285E" w14:textId="77777777" w:rsidR="003E4760" w:rsidRDefault="003E4760" w:rsidP="00905376">
      <w:pPr>
        <w:rPr>
          <w:rFonts w:ascii="Times New Roman" w:hAnsi="Times New Roman"/>
          <w:b/>
          <w:sz w:val="24"/>
          <w:lang w:val="sr-Cyrl-RS"/>
        </w:rPr>
      </w:pPr>
    </w:p>
    <w:p w14:paraId="70EB60FB" w14:textId="77777777" w:rsidR="00905376" w:rsidRPr="00B00785" w:rsidRDefault="00905376" w:rsidP="0090537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Увод и опште напомене</w:t>
      </w:r>
    </w:p>
    <w:p w14:paraId="10F47E4A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0E9D8F2A" w14:textId="77777777" w:rsidR="00905376" w:rsidRDefault="00905376" w:rsidP="00905376">
      <w:pPr>
        <w:rPr>
          <w:rFonts w:ascii="Times New Roman" w:hAnsi="Times New Roman"/>
          <w:b/>
          <w:sz w:val="24"/>
          <w:lang w:val="sr-Cyrl-RS"/>
        </w:rPr>
      </w:pPr>
    </w:p>
    <w:p w14:paraId="4D89ED2A" w14:textId="2863A2C6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 основу члана 31. став 1. тачка 2., члана 36а. и члана 40. Закона о буџетском систему („Службени гласник РС“, бр. 54/2009, 73/2010, 101/2010, 101/2011, 93/2012, 62/2013, 63/2013, 108/2013</w:t>
      </w:r>
      <w:r w:rsidR="00CD4B93">
        <w:rPr>
          <w:rFonts w:ascii="Times New Roman" w:hAnsi="Times New Roman"/>
          <w:sz w:val="24"/>
          <w:lang w:val="sr-Cyrl-RS"/>
        </w:rPr>
        <w:t>, 142/2014, 68/2015-др. Закон</w:t>
      </w:r>
      <w:r w:rsidR="00CD4B93">
        <w:rPr>
          <w:rFonts w:ascii="Times New Roman" w:hAnsi="Times New Roman"/>
          <w:sz w:val="24"/>
          <w:lang w:val="sr-Latn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103/2015</w:t>
      </w:r>
      <w:r w:rsidR="00FD65BE">
        <w:rPr>
          <w:rFonts w:ascii="Times New Roman" w:hAnsi="Times New Roman"/>
          <w:sz w:val="24"/>
          <w:lang w:val="sr-Cyrl-RS"/>
        </w:rPr>
        <w:t>,</w:t>
      </w:r>
      <w:r w:rsidR="00CD4B93">
        <w:rPr>
          <w:rFonts w:ascii="Times New Roman" w:hAnsi="Times New Roman"/>
          <w:sz w:val="24"/>
          <w:lang w:val="sr-Cyrl-RS"/>
        </w:rPr>
        <w:t xml:space="preserve"> 99/2016</w:t>
      </w:r>
      <w:r w:rsidR="004956B8">
        <w:rPr>
          <w:rFonts w:ascii="Times New Roman" w:hAnsi="Times New Roman"/>
          <w:sz w:val="24"/>
        </w:rPr>
        <w:t xml:space="preserve">, </w:t>
      </w:r>
      <w:r w:rsidR="00FD65BE">
        <w:rPr>
          <w:rFonts w:ascii="Times New Roman" w:hAnsi="Times New Roman"/>
          <w:sz w:val="24"/>
          <w:lang w:val="sr-Cyrl-RS"/>
        </w:rPr>
        <w:t>113/</w:t>
      </w:r>
      <w:r w:rsidR="004956B8">
        <w:rPr>
          <w:rFonts w:ascii="Times New Roman" w:hAnsi="Times New Roman"/>
          <w:sz w:val="24"/>
          <w:lang w:val="sr-Cyrl-RS"/>
        </w:rPr>
        <w:t>20</w:t>
      </w:r>
      <w:r w:rsidR="00FD65BE">
        <w:rPr>
          <w:rFonts w:ascii="Times New Roman" w:hAnsi="Times New Roman"/>
          <w:sz w:val="24"/>
          <w:lang w:val="sr-Cyrl-RS"/>
        </w:rPr>
        <w:t>17</w:t>
      </w:r>
      <w:r w:rsidR="004956B8">
        <w:rPr>
          <w:rFonts w:ascii="Times New Roman" w:hAnsi="Times New Roman"/>
          <w:sz w:val="24"/>
          <w:lang w:val="sr-Cyrl-RS"/>
        </w:rPr>
        <w:t>, 95/2018</w:t>
      </w:r>
      <w:r w:rsidR="00E0499E">
        <w:rPr>
          <w:rFonts w:ascii="Times New Roman" w:hAnsi="Times New Roman"/>
          <w:sz w:val="24"/>
          <w:lang w:val="sr-Cyrl-RS"/>
        </w:rPr>
        <w:t>,</w:t>
      </w:r>
      <w:r w:rsidR="004956B8">
        <w:rPr>
          <w:rFonts w:ascii="Times New Roman" w:hAnsi="Times New Roman"/>
          <w:sz w:val="24"/>
          <w:lang w:val="sr-Cyrl-RS"/>
        </w:rPr>
        <w:t xml:space="preserve"> 31/2019</w:t>
      </w:r>
      <w:r w:rsidR="001A507C">
        <w:rPr>
          <w:rFonts w:ascii="Times New Roman" w:hAnsi="Times New Roman"/>
          <w:sz w:val="24"/>
          <w:lang w:val="sr-Cyrl-RS"/>
        </w:rPr>
        <w:t>,</w:t>
      </w:r>
      <w:r w:rsidR="00E0499E">
        <w:rPr>
          <w:rFonts w:ascii="Times New Roman" w:hAnsi="Times New Roman"/>
          <w:sz w:val="24"/>
          <w:lang w:val="sr-Cyrl-RS"/>
        </w:rPr>
        <w:t xml:space="preserve"> 72/2019</w:t>
      </w:r>
      <w:r w:rsidR="00F90394">
        <w:rPr>
          <w:rFonts w:ascii="Times New Roman" w:hAnsi="Times New Roman"/>
          <w:sz w:val="24"/>
          <w:lang w:val="sr-Cyrl-RS"/>
        </w:rPr>
        <w:t>,</w:t>
      </w:r>
      <w:r w:rsidR="001A507C">
        <w:rPr>
          <w:rFonts w:ascii="Times New Roman" w:hAnsi="Times New Roman"/>
          <w:sz w:val="24"/>
          <w:lang w:val="sr-Cyrl-RS"/>
        </w:rPr>
        <w:t xml:space="preserve"> 149/2020</w:t>
      </w:r>
      <w:r w:rsidR="005815A2">
        <w:rPr>
          <w:rFonts w:ascii="Times New Roman" w:hAnsi="Times New Roman"/>
          <w:sz w:val="24"/>
          <w:lang w:val="sr-Cyrl-RS"/>
        </w:rPr>
        <w:t>,</w:t>
      </w:r>
      <w:r w:rsidR="00F90394">
        <w:rPr>
          <w:rFonts w:ascii="Times New Roman" w:hAnsi="Times New Roman"/>
          <w:sz w:val="24"/>
          <w:lang w:val="sr-Cyrl-RS"/>
        </w:rPr>
        <w:t xml:space="preserve"> 118/21</w:t>
      </w:r>
      <w:r w:rsidR="005815A2">
        <w:rPr>
          <w:rFonts w:ascii="Times New Roman" w:hAnsi="Times New Roman"/>
          <w:sz w:val="24"/>
        </w:rPr>
        <w:t xml:space="preserve"> </w:t>
      </w:r>
      <w:r w:rsidR="005815A2">
        <w:rPr>
          <w:rFonts w:ascii="Times New Roman" w:hAnsi="Times New Roman"/>
          <w:sz w:val="24"/>
          <w:lang w:val="sr-Cyrl-RS"/>
        </w:rPr>
        <w:t>и 118/21-др.закон</w:t>
      </w:r>
      <w:r>
        <w:rPr>
          <w:rFonts w:ascii="Times New Roman" w:hAnsi="Times New Roman"/>
          <w:sz w:val="24"/>
          <w:lang w:val="sr-Cyrl-RS"/>
        </w:rPr>
        <w:t xml:space="preserve">), достављамо Вам </w:t>
      </w:r>
      <w:r w:rsidR="004956B8">
        <w:rPr>
          <w:rFonts w:ascii="Times New Roman" w:hAnsi="Times New Roman"/>
          <w:sz w:val="24"/>
          <w:lang w:val="sr-Cyrl-RS"/>
        </w:rPr>
        <w:t>У</w:t>
      </w:r>
      <w:r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F90394">
        <w:rPr>
          <w:rFonts w:ascii="Times New Roman" w:hAnsi="Times New Roman"/>
          <w:sz w:val="24"/>
          <w:lang w:val="sr-Cyrl-RS"/>
        </w:rPr>
        <w:t>О</w:t>
      </w:r>
      <w:r>
        <w:rPr>
          <w:rFonts w:ascii="Times New Roman" w:hAnsi="Times New Roman"/>
          <w:sz w:val="24"/>
          <w:lang w:val="sr-Cyrl-RS"/>
        </w:rPr>
        <w:t>дл</w:t>
      </w:r>
      <w:r w:rsidR="008F0DB1">
        <w:rPr>
          <w:rFonts w:ascii="Times New Roman" w:hAnsi="Times New Roman"/>
          <w:sz w:val="24"/>
          <w:lang w:val="sr-Cyrl-RS"/>
        </w:rPr>
        <w:t xml:space="preserve">уке о буџету општине </w:t>
      </w:r>
      <w:r w:rsidR="00F90394">
        <w:rPr>
          <w:rFonts w:ascii="Times New Roman" w:hAnsi="Times New Roman"/>
          <w:sz w:val="24"/>
          <w:lang w:val="sr-Cyrl-RS"/>
        </w:rPr>
        <w:t>Сечањ</w:t>
      </w:r>
      <w:r w:rsidR="008F0DB1">
        <w:rPr>
          <w:rFonts w:ascii="Times New Roman" w:hAnsi="Times New Roman"/>
          <w:sz w:val="24"/>
          <w:lang w:val="sr-Cyrl-RS"/>
        </w:rPr>
        <w:t xml:space="preserve"> за 20</w:t>
      </w:r>
      <w:r w:rsidR="004956B8">
        <w:rPr>
          <w:rFonts w:ascii="Times New Roman" w:hAnsi="Times New Roman"/>
          <w:sz w:val="24"/>
          <w:lang w:val="sr-Cyrl-RS"/>
        </w:rPr>
        <w:t>2</w:t>
      </w:r>
      <w:r w:rsidR="005815A2">
        <w:rPr>
          <w:rFonts w:ascii="Times New Roman" w:hAnsi="Times New Roman"/>
          <w:sz w:val="24"/>
          <w:lang w:val="sr-Cyrl-RS"/>
        </w:rPr>
        <w:t>5</w:t>
      </w:r>
      <w:r>
        <w:rPr>
          <w:rFonts w:ascii="Times New Roman" w:hAnsi="Times New Roman"/>
          <w:sz w:val="24"/>
          <w:lang w:val="sr-Cyrl-RS"/>
        </w:rPr>
        <w:t>. годину</w:t>
      </w:r>
      <w:r w:rsidR="004956B8">
        <w:rPr>
          <w:rFonts w:ascii="Times New Roman" w:hAnsi="Times New Roman"/>
          <w:sz w:val="24"/>
          <w:lang w:val="sr-Cyrl-RS"/>
        </w:rPr>
        <w:t xml:space="preserve"> и пројекцијама за 202</w:t>
      </w:r>
      <w:r w:rsidR="005815A2">
        <w:rPr>
          <w:rFonts w:ascii="Times New Roman" w:hAnsi="Times New Roman"/>
          <w:sz w:val="24"/>
          <w:lang w:val="sr-Cyrl-RS"/>
        </w:rPr>
        <w:t>6</w:t>
      </w:r>
      <w:r w:rsidR="004956B8">
        <w:rPr>
          <w:rFonts w:ascii="Times New Roman" w:hAnsi="Times New Roman"/>
          <w:sz w:val="24"/>
          <w:lang w:val="sr-Cyrl-RS"/>
        </w:rPr>
        <w:t>. и 202</w:t>
      </w:r>
      <w:r w:rsidR="005815A2">
        <w:rPr>
          <w:rFonts w:ascii="Times New Roman" w:hAnsi="Times New Roman"/>
          <w:sz w:val="24"/>
          <w:lang w:val="sr-Cyrl-RS"/>
        </w:rPr>
        <w:t>7</w:t>
      </w:r>
      <w:r w:rsidR="004956B8">
        <w:rPr>
          <w:rFonts w:ascii="Times New Roman" w:hAnsi="Times New Roman"/>
          <w:sz w:val="24"/>
          <w:lang w:val="sr-Cyrl-RS"/>
        </w:rPr>
        <w:t>. годину.</w:t>
      </w:r>
    </w:p>
    <w:p w14:paraId="3F5C32DC" w14:textId="6A2020E4" w:rsidR="00905376" w:rsidRDefault="000712E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</w:t>
      </w:r>
      <w:r w:rsidR="008F0DB1">
        <w:rPr>
          <w:rFonts w:ascii="Times New Roman" w:hAnsi="Times New Roman"/>
          <w:sz w:val="24"/>
          <w:lang w:val="sr-Cyrl-RS"/>
        </w:rPr>
        <w:t xml:space="preserve">путство за припрему </w:t>
      </w:r>
      <w:r w:rsidR="004E62CB">
        <w:rPr>
          <w:rFonts w:ascii="Times New Roman" w:hAnsi="Times New Roman"/>
          <w:sz w:val="24"/>
          <w:lang w:val="sr-Cyrl-RS"/>
        </w:rPr>
        <w:t>О</w:t>
      </w:r>
      <w:r w:rsidR="00905376">
        <w:rPr>
          <w:rFonts w:ascii="Times New Roman" w:hAnsi="Times New Roman"/>
          <w:sz w:val="24"/>
          <w:lang w:val="sr-Cyrl-RS"/>
        </w:rPr>
        <w:t xml:space="preserve">длуке о буџету општине </w:t>
      </w:r>
      <w:r w:rsidR="004E62CB">
        <w:rPr>
          <w:rFonts w:ascii="Times New Roman" w:hAnsi="Times New Roman"/>
          <w:sz w:val="24"/>
          <w:lang w:val="sr-Cyrl-RS"/>
        </w:rPr>
        <w:t>Сечањ</w:t>
      </w:r>
      <w:r w:rsidR="00905376">
        <w:rPr>
          <w:rFonts w:ascii="Times New Roman" w:hAnsi="Times New Roman"/>
          <w:sz w:val="24"/>
          <w:lang w:val="sr-Cyrl-RS"/>
        </w:rPr>
        <w:t xml:space="preserve"> за 20</w:t>
      </w:r>
      <w:r>
        <w:rPr>
          <w:rFonts w:ascii="Times New Roman" w:hAnsi="Times New Roman"/>
          <w:sz w:val="24"/>
          <w:lang w:val="sr-Cyrl-RS"/>
        </w:rPr>
        <w:t>2</w:t>
      </w:r>
      <w:r w:rsidR="005815A2">
        <w:rPr>
          <w:rFonts w:ascii="Times New Roman" w:hAnsi="Times New Roman"/>
          <w:sz w:val="24"/>
          <w:lang w:val="sr-Cyrl-RS"/>
        </w:rPr>
        <w:t>5</w:t>
      </w:r>
      <w:r w:rsidR="00905376">
        <w:rPr>
          <w:rFonts w:ascii="Times New Roman" w:hAnsi="Times New Roman"/>
          <w:sz w:val="24"/>
          <w:lang w:val="sr-Cyrl-RS"/>
        </w:rPr>
        <w:t>. годину садржи смернице за припрему предлога финансијских планова корисника буџетски</w:t>
      </w:r>
      <w:r w:rsidR="00956ECE">
        <w:rPr>
          <w:rFonts w:ascii="Times New Roman" w:hAnsi="Times New Roman"/>
          <w:sz w:val="24"/>
          <w:lang w:val="sr-Cyrl-RS"/>
        </w:rPr>
        <w:t>х средстава у складу са смерница</w:t>
      </w:r>
      <w:r w:rsidR="00905376">
        <w:rPr>
          <w:rFonts w:ascii="Times New Roman" w:hAnsi="Times New Roman"/>
          <w:sz w:val="24"/>
          <w:lang w:val="sr-Cyrl-RS"/>
        </w:rPr>
        <w:t>ма из Упутства за припрему одлуке о буџету локалне власти за 20</w:t>
      </w:r>
      <w:r>
        <w:rPr>
          <w:rFonts w:ascii="Times New Roman" w:hAnsi="Times New Roman"/>
          <w:sz w:val="24"/>
          <w:lang w:val="sr-Cyrl-RS"/>
        </w:rPr>
        <w:t>2</w:t>
      </w:r>
      <w:r w:rsidR="005815A2">
        <w:rPr>
          <w:rFonts w:ascii="Times New Roman" w:hAnsi="Times New Roman"/>
          <w:sz w:val="24"/>
          <w:lang w:val="sr-Cyrl-RS"/>
        </w:rPr>
        <w:t>5</w:t>
      </w:r>
      <w:r w:rsidR="008F0DB1">
        <w:rPr>
          <w:rFonts w:ascii="Times New Roman" w:hAnsi="Times New Roman"/>
          <w:sz w:val="24"/>
          <w:lang w:val="sr-Cyrl-RS"/>
        </w:rPr>
        <w:t>. годину и пројекција за 20</w:t>
      </w:r>
      <w:r w:rsidR="00FD65BE">
        <w:rPr>
          <w:rFonts w:ascii="Times New Roman" w:hAnsi="Times New Roman"/>
          <w:sz w:val="24"/>
          <w:lang w:val="sr-Cyrl-RS"/>
        </w:rPr>
        <w:t>2</w:t>
      </w:r>
      <w:r w:rsidR="005815A2">
        <w:rPr>
          <w:rFonts w:ascii="Times New Roman" w:hAnsi="Times New Roman"/>
          <w:sz w:val="24"/>
          <w:lang w:val="sr-Cyrl-RS"/>
        </w:rPr>
        <w:t>6</w:t>
      </w:r>
      <w:r w:rsidR="008F0DB1">
        <w:rPr>
          <w:rFonts w:ascii="Times New Roman" w:hAnsi="Times New Roman"/>
          <w:sz w:val="24"/>
          <w:lang w:val="sr-Cyrl-RS"/>
        </w:rPr>
        <w:t>. и 20</w:t>
      </w:r>
      <w:r w:rsidR="008F0DB1">
        <w:rPr>
          <w:rFonts w:ascii="Times New Roman" w:hAnsi="Times New Roman"/>
          <w:sz w:val="24"/>
          <w:lang w:val="sr-Latn-RS"/>
        </w:rPr>
        <w:t>2</w:t>
      </w:r>
      <w:r w:rsidR="005815A2">
        <w:rPr>
          <w:rFonts w:ascii="Times New Roman" w:hAnsi="Times New Roman"/>
          <w:sz w:val="24"/>
          <w:lang w:val="sr-Cyrl-RS"/>
        </w:rPr>
        <w:t>7</w:t>
      </w:r>
      <w:r w:rsidR="00905376">
        <w:rPr>
          <w:rFonts w:ascii="Times New Roman" w:hAnsi="Times New Roman"/>
          <w:sz w:val="24"/>
          <w:lang w:val="sr-Cyrl-RS"/>
        </w:rPr>
        <w:t>. годину објављеног дана</w:t>
      </w:r>
      <w:r w:rsidR="004E62CB">
        <w:rPr>
          <w:rFonts w:ascii="Times New Roman" w:hAnsi="Times New Roman"/>
          <w:sz w:val="24"/>
          <w:lang w:val="sr-Cyrl-RS"/>
        </w:rPr>
        <w:t>:</w:t>
      </w:r>
      <w:r w:rsidR="00905376">
        <w:rPr>
          <w:rFonts w:ascii="Times New Roman" w:hAnsi="Times New Roman"/>
          <w:sz w:val="24"/>
          <w:lang w:val="sr-Cyrl-RS"/>
        </w:rPr>
        <w:t xml:space="preserve"> </w:t>
      </w:r>
      <w:r w:rsidR="00F02CAD">
        <w:rPr>
          <w:rFonts w:ascii="Times New Roman" w:hAnsi="Times New Roman"/>
          <w:sz w:val="24"/>
          <w:lang w:val="sr-Cyrl-RS"/>
        </w:rPr>
        <w:t>05</w:t>
      </w:r>
      <w:r w:rsidR="008F75C9">
        <w:rPr>
          <w:rFonts w:ascii="Times New Roman" w:hAnsi="Times New Roman"/>
          <w:sz w:val="24"/>
          <w:lang w:val="sr-Cyrl-RS"/>
        </w:rPr>
        <w:t>.07.202</w:t>
      </w:r>
      <w:r w:rsidR="00F02CAD">
        <w:rPr>
          <w:rFonts w:ascii="Times New Roman" w:hAnsi="Times New Roman"/>
          <w:sz w:val="24"/>
        </w:rPr>
        <w:t>4</w:t>
      </w:r>
      <w:r w:rsidR="00905376">
        <w:rPr>
          <w:rFonts w:ascii="Times New Roman" w:hAnsi="Times New Roman"/>
          <w:sz w:val="24"/>
          <w:lang w:val="sr-Cyrl-RS"/>
        </w:rPr>
        <w:t>. године које смо у обавези да поштујемо.</w:t>
      </w:r>
    </w:p>
    <w:p w14:paraId="4E0E3B39" w14:textId="74803CB0" w:rsidR="004E62CB" w:rsidRDefault="004E62CB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3D00DEC2" w14:textId="531D69BD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складу са чланом 52. Закона о буџетском систему, корисник буџетских средстава који одређени расход и издатак извршава из средстава из буџета и других прихода, обавезан је да измирење тог расхода и издат</w:t>
      </w:r>
      <w:r w:rsidR="00CD4B93">
        <w:rPr>
          <w:rFonts w:ascii="Times New Roman" w:hAnsi="Times New Roman"/>
          <w:sz w:val="24"/>
          <w:lang w:val="sr-Cyrl-RS"/>
        </w:rPr>
        <w:t>а</w:t>
      </w:r>
      <w:r>
        <w:rPr>
          <w:rFonts w:ascii="Times New Roman" w:hAnsi="Times New Roman"/>
          <w:sz w:val="24"/>
          <w:lang w:val="sr-Cyrl-RS"/>
        </w:rPr>
        <w:t>ка прво врши из прихода из других извора.</w:t>
      </w:r>
    </w:p>
    <w:p w14:paraId="2A6E51BA" w14:textId="77777777" w:rsidR="001A507C" w:rsidRDefault="001A507C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4661563D" w14:textId="64599294" w:rsidR="00627386" w:rsidRPr="00D3690F" w:rsidRDefault="00905376" w:rsidP="00627386">
      <w:pPr>
        <w:ind w:firstLine="36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D3690F">
        <w:rPr>
          <w:rFonts w:ascii="Times New Roman" w:hAnsi="Times New Roman"/>
          <w:b/>
          <w:bCs/>
          <w:sz w:val="24"/>
          <w:lang w:val="sr-Cyrl-RS"/>
        </w:rPr>
        <w:t>У складу са чланом 16. став 1. Закона о изменама и допунама Закона о буџетском систему потребно је да орган надлежан за буџет ЈЛС донесе план за увођење родно одговорног буџетирања којим ће одредити кориснике буџетских средстава који ће у својим финансијским плановима дефинисати најмање један родно одговоран циљ и одговарајуће индикаторе који адекватно мере допринос циља унапређењу равноправност</w:t>
      </w:r>
      <w:r w:rsidR="00CD4B93" w:rsidRPr="00D3690F">
        <w:rPr>
          <w:rFonts w:ascii="Times New Roman" w:hAnsi="Times New Roman"/>
          <w:b/>
          <w:bCs/>
          <w:sz w:val="24"/>
          <w:lang w:val="sr-Cyrl-RS"/>
        </w:rPr>
        <w:t>и између жена и мушкараца, у оквир</w:t>
      </w:r>
      <w:r w:rsidRPr="00D3690F">
        <w:rPr>
          <w:rFonts w:ascii="Times New Roman" w:hAnsi="Times New Roman"/>
          <w:b/>
          <w:bCs/>
          <w:sz w:val="24"/>
          <w:lang w:val="sr-Cyrl-RS"/>
        </w:rPr>
        <w:t>у једног или више програма или програмских активности.</w:t>
      </w:r>
    </w:p>
    <w:p w14:paraId="15FBA9FE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72B54478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2F10AF93" w14:textId="77777777" w:rsidR="00905376" w:rsidRPr="00BD6E3E" w:rsidRDefault="00905376" w:rsidP="0090537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BD6E3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Основне економске претпоставке </w:t>
      </w:r>
    </w:p>
    <w:p w14:paraId="2E2C572C" w14:textId="77777777" w:rsidR="00905376" w:rsidRDefault="00905376" w:rsidP="00905376">
      <w:pPr>
        <w:ind w:firstLine="360"/>
        <w:jc w:val="both"/>
        <w:rPr>
          <w:rFonts w:ascii="Times New Roman" w:hAnsi="Times New Roman"/>
          <w:sz w:val="24"/>
          <w:lang w:val="sr-Cyrl-RS"/>
        </w:rPr>
      </w:pPr>
    </w:p>
    <w:p w14:paraId="7618F25F" w14:textId="6E53419C" w:rsidR="00124110" w:rsidRDefault="00124110" w:rsidP="0090537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Latn-RS"/>
        </w:rPr>
        <w:t>Ta</w:t>
      </w:r>
      <w:r>
        <w:rPr>
          <w:rFonts w:ascii="Times New Roman" w:hAnsi="Times New Roman"/>
          <w:sz w:val="24"/>
          <w:lang w:val="sr-Cyrl-RS"/>
        </w:rPr>
        <w:t>бела 1. – Основне макроекономск</w:t>
      </w:r>
      <w:r w:rsidR="00956ECE">
        <w:rPr>
          <w:rFonts w:ascii="Times New Roman" w:hAnsi="Times New Roman"/>
          <w:sz w:val="24"/>
          <w:lang w:val="sr-Cyrl-RS"/>
        </w:rPr>
        <w:t xml:space="preserve">е претпоставке за </w:t>
      </w:r>
      <w:r w:rsidR="00C90BF0">
        <w:rPr>
          <w:rFonts w:ascii="Times New Roman" w:hAnsi="Times New Roman"/>
          <w:sz w:val="24"/>
          <w:lang w:val="sr-Cyrl-RS"/>
        </w:rPr>
        <w:t>202</w:t>
      </w:r>
      <w:r w:rsidR="00F02CAD">
        <w:rPr>
          <w:rFonts w:ascii="Times New Roman" w:hAnsi="Times New Roman"/>
          <w:sz w:val="24"/>
        </w:rPr>
        <w:t>5</w:t>
      </w:r>
      <w:r w:rsidR="00C90BF0">
        <w:rPr>
          <w:rFonts w:ascii="Times New Roman" w:hAnsi="Times New Roman"/>
          <w:sz w:val="24"/>
          <w:lang w:val="sr-Cyrl-RS"/>
        </w:rPr>
        <w:t>. годину</w:t>
      </w:r>
    </w:p>
    <w:p w14:paraId="5BC21FAE" w14:textId="2CED6258" w:rsidR="00C90BF0" w:rsidRDefault="00C90BF0" w:rsidP="00905376">
      <w:pPr>
        <w:jc w:val="both"/>
        <w:rPr>
          <w:rFonts w:ascii="Times New Roman" w:hAnsi="Times New Roman"/>
          <w:sz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2551"/>
        <w:gridCol w:w="2523"/>
      </w:tblGrid>
      <w:tr w:rsidR="00C90BF0" w14:paraId="17A11EBA" w14:textId="77777777" w:rsidTr="00C90BF0">
        <w:tc>
          <w:tcPr>
            <w:tcW w:w="5382" w:type="dxa"/>
          </w:tcPr>
          <w:p w14:paraId="256BF250" w14:textId="77777777" w:rsidR="00C90BF0" w:rsidRDefault="00C90BF0" w:rsidP="00905376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2551" w:type="dxa"/>
          </w:tcPr>
          <w:p w14:paraId="393BB909" w14:textId="5AED5696" w:rsidR="00C90BF0" w:rsidRPr="00C90BF0" w:rsidRDefault="00C90BF0" w:rsidP="001A507C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202</w:t>
            </w:r>
            <w:r w:rsidR="00F02CAD">
              <w:rPr>
                <w:rFonts w:ascii="Times New Roman" w:hAnsi="Times New Roman"/>
                <w:b/>
                <w:bCs/>
                <w:sz w:val="24"/>
                <w:lang w:val="sr-Cyrl-RS"/>
              </w:rPr>
              <w:t>4</w:t>
            </w:r>
            <w:r w:rsidR="00D212D3">
              <w:rPr>
                <w:rFonts w:ascii="Times New Roman" w:hAnsi="Times New Roman"/>
                <w:b/>
                <w:bCs/>
                <w:sz w:val="24"/>
                <w:lang w:val="sr-Cyrl-RS"/>
              </w:rPr>
              <w:t>.</w:t>
            </w:r>
          </w:p>
        </w:tc>
        <w:tc>
          <w:tcPr>
            <w:tcW w:w="2523" w:type="dxa"/>
          </w:tcPr>
          <w:p w14:paraId="43365D2B" w14:textId="6E09ED45" w:rsidR="00C90BF0" w:rsidRPr="00C90BF0" w:rsidRDefault="00C90BF0" w:rsidP="00107EB1">
            <w:pPr>
              <w:jc w:val="center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202</w:t>
            </w:r>
            <w:r w:rsidR="00F02CAD"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Pr="00C90BF0">
              <w:rPr>
                <w:rFonts w:ascii="Times New Roman" w:hAnsi="Times New Roman"/>
                <w:b/>
                <w:bCs/>
                <w:sz w:val="24"/>
                <w:lang w:val="sr-Cyrl-RS"/>
              </w:rPr>
              <w:t>.</w:t>
            </w:r>
          </w:p>
        </w:tc>
      </w:tr>
      <w:tr w:rsidR="00C90BF0" w14:paraId="1FE4BE97" w14:textId="77777777" w:rsidTr="00C90BF0">
        <w:tc>
          <w:tcPr>
            <w:tcW w:w="5382" w:type="dxa"/>
          </w:tcPr>
          <w:p w14:paraId="1B2492D3" w14:textId="40573D4E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 xml:space="preserve">БДП, </w:t>
            </w:r>
            <w:proofErr w:type="spellStart"/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млрд</w:t>
            </w:r>
            <w:proofErr w:type="spellEnd"/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 xml:space="preserve"> РСД</w:t>
            </w:r>
          </w:p>
        </w:tc>
        <w:tc>
          <w:tcPr>
            <w:tcW w:w="2551" w:type="dxa"/>
          </w:tcPr>
          <w:p w14:paraId="6521668B" w14:textId="490420DF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8.946,2</w:t>
            </w:r>
          </w:p>
        </w:tc>
        <w:tc>
          <w:tcPr>
            <w:tcW w:w="2523" w:type="dxa"/>
          </w:tcPr>
          <w:p w14:paraId="4D67BDAF" w14:textId="785C47F0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9.628,9</w:t>
            </w:r>
          </w:p>
        </w:tc>
      </w:tr>
      <w:tr w:rsidR="00C90BF0" w14:paraId="24592CF1" w14:textId="77777777" w:rsidTr="00C90BF0">
        <w:tc>
          <w:tcPr>
            <w:tcW w:w="5382" w:type="dxa"/>
          </w:tcPr>
          <w:p w14:paraId="25705C6E" w14:textId="35BA84CF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Стопа нормираног раста БДП, %</w:t>
            </w:r>
          </w:p>
        </w:tc>
        <w:tc>
          <w:tcPr>
            <w:tcW w:w="2551" w:type="dxa"/>
          </w:tcPr>
          <w:p w14:paraId="6296BCEE" w14:textId="7FD470F7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9,8</w:t>
            </w:r>
          </w:p>
        </w:tc>
        <w:tc>
          <w:tcPr>
            <w:tcW w:w="2523" w:type="dxa"/>
          </w:tcPr>
          <w:p w14:paraId="4BDACF8D" w14:textId="171E7FE2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 w:rsidR="00C90BF0" w14:paraId="153EBB4E" w14:textId="77777777" w:rsidTr="00C90BF0">
        <w:tc>
          <w:tcPr>
            <w:tcW w:w="5382" w:type="dxa"/>
          </w:tcPr>
          <w:p w14:paraId="0C1DCF6D" w14:textId="318FB633" w:rsidR="00C90BF0" w:rsidRPr="00C90BF0" w:rsidRDefault="00C90BF0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 w:rsidRPr="00C90BF0">
              <w:rPr>
                <w:rFonts w:ascii="Times New Roman" w:hAnsi="Times New Roman"/>
                <w:i/>
                <w:iCs/>
                <w:sz w:val="24"/>
                <w:lang w:val="sr-Cyrl-RS"/>
              </w:rPr>
              <w:t>Стопа реалног раста БДП, %</w:t>
            </w:r>
          </w:p>
        </w:tc>
        <w:tc>
          <w:tcPr>
            <w:tcW w:w="2551" w:type="dxa"/>
          </w:tcPr>
          <w:p w14:paraId="6EAB5313" w14:textId="6CC83BA2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3,8</w:t>
            </w:r>
          </w:p>
        </w:tc>
        <w:tc>
          <w:tcPr>
            <w:tcW w:w="2523" w:type="dxa"/>
          </w:tcPr>
          <w:p w14:paraId="3D9EEEDF" w14:textId="0D0D989B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4,2</w:t>
            </w:r>
          </w:p>
        </w:tc>
      </w:tr>
      <w:tr w:rsidR="00C90BF0" w14:paraId="15BD9CE4" w14:textId="77777777" w:rsidTr="00C90BF0">
        <w:tc>
          <w:tcPr>
            <w:tcW w:w="5382" w:type="dxa"/>
          </w:tcPr>
          <w:p w14:paraId="22A44E18" w14:textId="438FF18C" w:rsidR="00C90BF0" w:rsidRPr="00C90BF0" w:rsidRDefault="00D00808" w:rsidP="00905376">
            <w:pPr>
              <w:jc w:val="both"/>
              <w:rPr>
                <w:rFonts w:ascii="Times New Roman" w:hAnsi="Times New Roman"/>
                <w:i/>
                <w:iCs/>
                <w:sz w:val="24"/>
                <w:lang w:val="sr-Cyrl-RS"/>
              </w:rPr>
            </w:pPr>
            <w:r>
              <w:rPr>
                <w:rFonts w:ascii="Times New Roman" w:hAnsi="Times New Roman"/>
                <w:i/>
                <w:iCs/>
                <w:sz w:val="24"/>
                <w:lang w:val="sr-Cyrl-RS"/>
              </w:rPr>
              <w:t>Потрошачке цене (годишњи просек),%</w:t>
            </w:r>
          </w:p>
        </w:tc>
        <w:tc>
          <w:tcPr>
            <w:tcW w:w="2551" w:type="dxa"/>
          </w:tcPr>
          <w:p w14:paraId="1454AF63" w14:textId="111A0640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4,9</w:t>
            </w:r>
          </w:p>
        </w:tc>
        <w:tc>
          <w:tcPr>
            <w:tcW w:w="2523" w:type="dxa"/>
          </w:tcPr>
          <w:p w14:paraId="0FD91314" w14:textId="0B5C779A" w:rsidR="00C90BF0" w:rsidRPr="0060051E" w:rsidRDefault="00F02CAD" w:rsidP="0060051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3,5</w:t>
            </w:r>
          </w:p>
        </w:tc>
      </w:tr>
    </w:tbl>
    <w:p w14:paraId="29E28B02" w14:textId="77777777" w:rsidR="00C90BF0" w:rsidRDefault="00C90BF0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1F10B01A" w14:textId="6D53C2C3" w:rsidR="00905376" w:rsidRPr="004215F5" w:rsidRDefault="0080639F" w:rsidP="00905376">
      <w:pPr>
        <w:jc w:val="both"/>
        <w:rPr>
          <w:rFonts w:ascii="Times New Roman" w:hAnsi="Times New Roman"/>
          <w:i/>
          <w:sz w:val="20"/>
          <w:szCs w:val="20"/>
          <w:lang w:val="sr-Cyrl-RS"/>
        </w:rPr>
      </w:pPr>
      <w:r>
        <w:rPr>
          <w:rFonts w:ascii="Times New Roman" w:hAnsi="Times New Roman"/>
          <w:i/>
          <w:sz w:val="20"/>
          <w:szCs w:val="20"/>
          <w:lang w:val="sr-Cyrl-RS"/>
        </w:rPr>
        <w:t>Извор: Фискална стратегија за 202</w:t>
      </w:r>
      <w:r w:rsidR="00F02CAD">
        <w:rPr>
          <w:rFonts w:ascii="Times New Roman" w:hAnsi="Times New Roman"/>
          <w:i/>
          <w:sz w:val="20"/>
          <w:szCs w:val="20"/>
        </w:rPr>
        <w:t>5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 са пројекцијама за 202</w:t>
      </w:r>
      <w:r w:rsidR="00F02CAD">
        <w:rPr>
          <w:rFonts w:ascii="Times New Roman" w:hAnsi="Times New Roman"/>
          <w:i/>
          <w:sz w:val="20"/>
          <w:szCs w:val="20"/>
        </w:rPr>
        <w:t>6</w:t>
      </w:r>
      <w:r>
        <w:rPr>
          <w:rFonts w:ascii="Times New Roman" w:hAnsi="Times New Roman"/>
          <w:i/>
          <w:sz w:val="20"/>
          <w:szCs w:val="20"/>
          <w:lang w:val="sr-Cyrl-RS"/>
        </w:rPr>
        <w:t>. и 202</w:t>
      </w:r>
      <w:r w:rsidR="00F02CAD">
        <w:rPr>
          <w:rFonts w:ascii="Times New Roman" w:hAnsi="Times New Roman"/>
          <w:i/>
          <w:sz w:val="20"/>
          <w:szCs w:val="20"/>
        </w:rPr>
        <w:t>7</w:t>
      </w:r>
      <w:r>
        <w:rPr>
          <w:rFonts w:ascii="Times New Roman" w:hAnsi="Times New Roman"/>
          <w:i/>
          <w:sz w:val="20"/>
          <w:szCs w:val="20"/>
          <w:lang w:val="sr-Cyrl-RS"/>
        </w:rPr>
        <w:t>. годину</w:t>
      </w:r>
    </w:p>
    <w:p w14:paraId="5E409E59" w14:textId="77777777" w:rsidR="00905376" w:rsidRDefault="00905376" w:rsidP="00905376">
      <w:pPr>
        <w:jc w:val="both"/>
        <w:rPr>
          <w:rFonts w:ascii="Times New Roman" w:hAnsi="Times New Roman"/>
          <w:sz w:val="24"/>
          <w:lang w:val="sr-Cyrl-RS"/>
        </w:rPr>
      </w:pPr>
    </w:p>
    <w:p w14:paraId="0DC2A20B" w14:textId="2192DE5A" w:rsidR="00D105B4" w:rsidRDefault="0060051E" w:rsidP="0060051E">
      <w:pPr>
        <w:tabs>
          <w:tab w:val="left" w:pos="6585"/>
        </w:tabs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</w:p>
    <w:p w14:paraId="7ECF2E39" w14:textId="58B3AD7C" w:rsidR="00D105B4" w:rsidRPr="00D105B4" w:rsidRDefault="00D105B4" w:rsidP="00D105B4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Процене прихода и примања и расхо</w:t>
      </w:r>
      <w:r w:rsidR="00D06BBB">
        <w:rPr>
          <w:rFonts w:ascii="Times New Roman" w:hAnsi="Times New Roman"/>
          <w:b/>
          <w:sz w:val="24"/>
          <w:lang w:val="sr-Cyrl-RS"/>
        </w:rPr>
        <w:t>да и издатака буџета општине Сечањ</w:t>
      </w:r>
      <w:r>
        <w:rPr>
          <w:rFonts w:ascii="Times New Roman" w:hAnsi="Times New Roman"/>
          <w:b/>
          <w:sz w:val="24"/>
          <w:lang w:val="sr-Cyrl-RS"/>
        </w:rPr>
        <w:t xml:space="preserve"> за буџетску и наредне две фискалне године</w:t>
      </w:r>
    </w:p>
    <w:p w14:paraId="6D2D43AE" w14:textId="77777777" w:rsidR="00D105B4" w:rsidRDefault="00D105B4" w:rsidP="00D105B4">
      <w:pPr>
        <w:jc w:val="both"/>
        <w:rPr>
          <w:rFonts w:ascii="Times New Roman" w:hAnsi="Times New Roman"/>
          <w:sz w:val="24"/>
          <w:lang w:val="sr-Cyrl-RS"/>
        </w:rPr>
      </w:pPr>
    </w:p>
    <w:p w14:paraId="7C8A5787" w14:textId="3655856C" w:rsidR="00D105B4" w:rsidRPr="00D105B4" w:rsidRDefault="004215F5" w:rsidP="00D105B4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наредној табели приказана је п</w:t>
      </w:r>
      <w:r w:rsidR="001F344F">
        <w:rPr>
          <w:rFonts w:ascii="Times New Roman" w:hAnsi="Times New Roman"/>
          <w:sz w:val="24"/>
          <w:lang w:val="sr-Cyrl-RS"/>
        </w:rPr>
        <w:t>роцена прихода и примања за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D77CF8">
        <w:rPr>
          <w:rFonts w:ascii="Times New Roman" w:hAnsi="Times New Roman"/>
          <w:sz w:val="24"/>
          <w:lang w:val="sr-Cyrl-RS"/>
        </w:rPr>
        <w:t>5</w:t>
      </w:r>
      <w:r w:rsidR="001F344F">
        <w:rPr>
          <w:rFonts w:ascii="Times New Roman" w:hAnsi="Times New Roman"/>
          <w:sz w:val="24"/>
          <w:lang w:val="sr-Cyrl-RS"/>
        </w:rPr>
        <w:t>. годину са пројекцијама за 20</w:t>
      </w:r>
      <w:r w:rsidR="0005615E">
        <w:rPr>
          <w:rFonts w:ascii="Times New Roman" w:hAnsi="Times New Roman"/>
          <w:sz w:val="24"/>
          <w:lang w:val="sr-Cyrl-RS"/>
        </w:rPr>
        <w:t>2</w:t>
      </w:r>
      <w:r w:rsidR="00D77CF8">
        <w:rPr>
          <w:rFonts w:ascii="Times New Roman" w:hAnsi="Times New Roman"/>
          <w:sz w:val="24"/>
          <w:lang w:val="sr-Cyrl-RS"/>
        </w:rPr>
        <w:t>6</w:t>
      </w:r>
      <w:r w:rsidR="001F344F">
        <w:rPr>
          <w:rFonts w:ascii="Times New Roman" w:hAnsi="Times New Roman"/>
          <w:sz w:val="24"/>
          <w:lang w:val="sr-Cyrl-RS"/>
        </w:rPr>
        <w:t>. и 202</w:t>
      </w:r>
      <w:r w:rsidR="00D77CF8">
        <w:rPr>
          <w:rFonts w:ascii="Times New Roman" w:hAnsi="Times New Roman"/>
          <w:sz w:val="24"/>
          <w:lang w:val="sr-Cyrl-RS"/>
        </w:rPr>
        <w:t>7</w:t>
      </w:r>
      <w:r>
        <w:rPr>
          <w:rFonts w:ascii="Times New Roman" w:hAnsi="Times New Roman"/>
          <w:sz w:val="24"/>
          <w:lang w:val="sr-Cyrl-RS"/>
        </w:rPr>
        <w:t xml:space="preserve">. годину. </w:t>
      </w:r>
    </w:p>
    <w:p w14:paraId="624CD6D8" w14:textId="77777777"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38DAFF9A" w14:textId="77777777" w:rsidR="00905376" w:rsidRDefault="00905376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448C7656" w14:textId="02010643" w:rsidR="00311C37" w:rsidRDefault="00020664" w:rsidP="00D95CF6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Табела 2. – Пројекција обима и структуре буџетских при</w:t>
      </w:r>
      <w:r w:rsidR="001F344F">
        <w:rPr>
          <w:rFonts w:ascii="Times New Roman" w:hAnsi="Times New Roman"/>
          <w:sz w:val="24"/>
          <w:lang w:val="sr-Cyrl-RS"/>
        </w:rPr>
        <w:t>хода и примања у периоду од 20</w:t>
      </w:r>
      <w:r w:rsidR="00AA385C">
        <w:rPr>
          <w:rFonts w:ascii="Times New Roman" w:hAnsi="Times New Roman"/>
          <w:sz w:val="24"/>
          <w:lang w:val="sr-Cyrl-RS"/>
        </w:rPr>
        <w:t>2</w:t>
      </w:r>
      <w:r w:rsidR="00D77CF8">
        <w:rPr>
          <w:rFonts w:ascii="Times New Roman" w:hAnsi="Times New Roman"/>
          <w:sz w:val="24"/>
        </w:rPr>
        <w:t>5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D77CF8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  <w:lang w:val="sr-Cyrl-RS"/>
        </w:rPr>
        <w:t>. године</w:t>
      </w:r>
    </w:p>
    <w:p w14:paraId="1AA173BA" w14:textId="77777777" w:rsidR="00207A1B" w:rsidRPr="004325A7" w:rsidRDefault="00207A1B" w:rsidP="00D95CF6">
      <w:pPr>
        <w:jc w:val="both"/>
        <w:rPr>
          <w:rFonts w:ascii="Times New Roman" w:hAnsi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88"/>
        <w:gridCol w:w="3435"/>
        <w:gridCol w:w="1467"/>
        <w:gridCol w:w="1467"/>
        <w:gridCol w:w="1396"/>
        <w:gridCol w:w="1393"/>
      </w:tblGrid>
      <w:tr w:rsidR="00F878C2" w:rsidRPr="00F878C2" w14:paraId="611D4DF8" w14:textId="77777777" w:rsidTr="001C10AB">
        <w:trPr>
          <w:trHeight w:val="780"/>
        </w:trPr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6E42E33B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Класа</w:t>
            </w:r>
            <w:proofErr w:type="spellEnd"/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/   </w:t>
            </w:r>
            <w:proofErr w:type="spellStart"/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Категорија</w:t>
            </w:r>
            <w:proofErr w:type="spellEnd"/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Група</w:t>
            </w:r>
            <w:proofErr w:type="spellEnd"/>
          </w:p>
        </w:tc>
        <w:tc>
          <w:tcPr>
            <w:tcW w:w="164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1714317E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ВРСТЕ ПРИХОДА И ПРИМАЊА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7CBB6757" w14:textId="7693F41D" w:rsidR="00F878C2" w:rsidRPr="00F878C2" w:rsidRDefault="0065289A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2024</w:t>
            </w:r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3C787A21" w14:textId="78ECF543" w:rsidR="00F878C2" w:rsidRPr="00F878C2" w:rsidRDefault="0065289A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2025</w:t>
            </w:r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66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74F211D6" w14:textId="5304103E" w:rsidR="00F878C2" w:rsidRPr="00F878C2" w:rsidRDefault="00CE1DFA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="006528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2026</w:t>
            </w:r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6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05A33462" w14:textId="77A03797" w:rsidR="00F878C2" w:rsidRPr="00F878C2" w:rsidRDefault="00587045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</w:t>
            </w:r>
            <w:r w:rsidR="0065289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027</w:t>
            </w:r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F878C2"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</w:tr>
      <w:tr w:rsidR="00F878C2" w:rsidRPr="00F878C2" w14:paraId="11E852FA" w14:textId="77777777" w:rsidTr="001C10AB">
        <w:trPr>
          <w:trHeight w:val="315"/>
        </w:trPr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3C45100A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vAlign w:val="center"/>
            <w:hideMark/>
          </w:tcPr>
          <w:p w14:paraId="40852D85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503011A5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5F21C7F9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2E017DEA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0A48476A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F878C2" w:rsidRPr="00F878C2" w14:paraId="0D7A9576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3ED68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16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7652E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Нераспоређен</w:t>
            </w:r>
            <w:proofErr w:type="spellEnd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вишак</w:t>
            </w:r>
            <w:proofErr w:type="spellEnd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прихода</w:t>
            </w:r>
            <w:proofErr w:type="spellEnd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примања</w:t>
            </w:r>
            <w:proofErr w:type="spellEnd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претходне</w:t>
            </w:r>
            <w:proofErr w:type="spellEnd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716A9C" w14:textId="6BF3D23A" w:rsidR="00F878C2" w:rsidRPr="00F878C2" w:rsidRDefault="000346DB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136.472.621,00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138E6F" w14:textId="474C63EA" w:rsidR="00F878C2" w:rsidRPr="00113449" w:rsidRDefault="006E0EB8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95.000.000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4BEECD" w14:textId="206E6DB5" w:rsidR="00F878C2" w:rsidRPr="00113449" w:rsidRDefault="006E0EB8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85.000.000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14E3FA" w14:textId="21DC1E3B" w:rsidR="00F878C2" w:rsidRPr="00113449" w:rsidRDefault="006E0EB8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80.000.000</w:t>
            </w:r>
          </w:p>
        </w:tc>
      </w:tr>
      <w:tr w:rsidR="00F878C2" w:rsidRPr="00F878C2" w14:paraId="4B1922CA" w14:textId="77777777" w:rsidTr="001C10AB">
        <w:trPr>
          <w:trHeight w:val="315"/>
        </w:trPr>
        <w:tc>
          <w:tcPr>
            <w:tcW w:w="6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32C486B7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700000</w:t>
            </w:r>
          </w:p>
        </w:tc>
        <w:tc>
          <w:tcPr>
            <w:tcW w:w="16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3870F2D2" w14:textId="77777777" w:rsidR="00F878C2" w:rsidRPr="00F878C2" w:rsidRDefault="00F878C2" w:rsidP="00F87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ТЕКУЋИ ПРИХОДИ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6020420C" w14:textId="7CA6E2EB" w:rsidR="00F878C2" w:rsidRPr="00C22EF0" w:rsidRDefault="00F878C2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5092A571" w14:textId="324456A8" w:rsidR="00F878C2" w:rsidRPr="000A296E" w:rsidRDefault="000A296E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619.468.697,00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24E1CD26" w14:textId="614881ED" w:rsidR="00F878C2" w:rsidRPr="001F2BAC" w:rsidRDefault="001F2BAC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659.169.550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0587F044" w14:textId="4D298B70" w:rsidR="00F878C2" w:rsidRPr="00D25AAD" w:rsidRDefault="00D25AAD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702.165.573</w:t>
            </w:r>
          </w:p>
        </w:tc>
      </w:tr>
      <w:tr w:rsidR="00F878C2" w:rsidRPr="00F878C2" w14:paraId="6229CD92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1E58812B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710000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446003AC" w14:textId="77777777" w:rsidR="00F878C2" w:rsidRPr="00F878C2" w:rsidRDefault="00F878C2" w:rsidP="00F87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ПОРЕЗИ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3279A80A" w14:textId="5FD1A301" w:rsidR="00F878C2" w:rsidRPr="00F878C2" w:rsidRDefault="00B31169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367.394.900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00305736" w14:textId="1CE0A763" w:rsidR="00F878C2" w:rsidRPr="00F878C2" w:rsidRDefault="00804A1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367.910.000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598E6258" w14:textId="31A8C71F" w:rsidR="00F878C2" w:rsidRPr="00320857" w:rsidRDefault="00320857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398.446.530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465FBEDC" w14:textId="383F0FD6" w:rsidR="00F878C2" w:rsidRPr="000D675B" w:rsidRDefault="000D675B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431.517.591</w:t>
            </w:r>
          </w:p>
        </w:tc>
      </w:tr>
      <w:tr w:rsidR="00F878C2" w:rsidRPr="00F878C2" w14:paraId="32FAF562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03719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711000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EAADA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ДОХОДАК, ДОБИТ И КАПИТАЛНЕ ДОБИТКЕ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D2EE9" w14:textId="71B40313" w:rsidR="00F878C2" w:rsidRPr="00F878C2" w:rsidRDefault="00B311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218.839.900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BD5F96" w14:textId="0D20A4D7" w:rsidR="00F878C2" w:rsidRPr="00674ECF" w:rsidRDefault="00674ECF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212.000.000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8D2A7" w14:textId="4218B376" w:rsidR="00F878C2" w:rsidRPr="000B5C8A" w:rsidRDefault="000B5C8A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229.596.000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601AB" w14:textId="4E9E27FD" w:rsidR="00F878C2" w:rsidRPr="000D675B" w:rsidRDefault="000D675B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248.652.468</w:t>
            </w:r>
          </w:p>
        </w:tc>
      </w:tr>
      <w:tr w:rsidR="00F878C2" w:rsidRPr="00F878C2" w14:paraId="5CB5F85D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47888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713000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0E1A2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ПОРЕЗ НА ИМОВИНУ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CD0BA" w14:textId="372F0A62" w:rsidR="00F878C2" w:rsidRPr="00F878C2" w:rsidRDefault="00B311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136.640.000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05759" w14:textId="2A1A6FF4" w:rsidR="00F878C2" w:rsidRPr="00674ECF" w:rsidRDefault="00E56D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143</w:t>
            </w:r>
            <w:r w:rsidR="00674ECF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.260.000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3BAC3" w14:textId="38556D90" w:rsidR="00F878C2" w:rsidRPr="000B5C8A" w:rsidRDefault="000B5C8A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155.150.580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0A4FA" w14:textId="7BE28DCD" w:rsidR="00F878C2" w:rsidRPr="000D675B" w:rsidRDefault="000D675B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168.028.078</w:t>
            </w:r>
          </w:p>
        </w:tc>
      </w:tr>
      <w:tr w:rsidR="00F878C2" w:rsidRPr="00F878C2" w14:paraId="1906BD0C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5F70E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714000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3A3D0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ПОРЕЗ НА ДОБРА И УСЛУГЕ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0203B" w14:textId="21D78E4E" w:rsidR="00F878C2" w:rsidRPr="00F878C2" w:rsidRDefault="00B311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8.115.000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13DB8" w14:textId="1F97A47E" w:rsidR="00F878C2" w:rsidRPr="00E56D69" w:rsidRDefault="00E56D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8.800.000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997DDA" w14:textId="761969CE" w:rsidR="00F878C2" w:rsidRPr="000B5C8A" w:rsidRDefault="000B5C8A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9.530.400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E155F" w14:textId="61672528" w:rsidR="00F878C2" w:rsidRPr="000D675B" w:rsidRDefault="000D675B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10.321.423</w:t>
            </w:r>
          </w:p>
        </w:tc>
      </w:tr>
      <w:tr w:rsidR="00F878C2" w:rsidRPr="00F878C2" w14:paraId="54CE143F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F3F9D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716000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84419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ДРУГИ ПОРЕЗИ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959A8" w14:textId="54095438" w:rsidR="00F878C2" w:rsidRPr="00F878C2" w:rsidRDefault="00B311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3.800.000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1756C" w14:textId="05FE29CB" w:rsidR="00F878C2" w:rsidRPr="00E56D69" w:rsidRDefault="00E56D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3.850.000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27F95" w14:textId="165C409C" w:rsidR="00F878C2" w:rsidRPr="000B5C8A" w:rsidRDefault="000B5C8A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4.169.550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55EAE" w14:textId="6A431A08" w:rsidR="00F878C2" w:rsidRPr="000D675B" w:rsidRDefault="000D675B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4.515.622</w:t>
            </w:r>
          </w:p>
        </w:tc>
      </w:tr>
      <w:tr w:rsidR="00B31169" w:rsidRPr="00F878C2" w14:paraId="00680FF5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</w:tcPr>
          <w:p w14:paraId="3555DD85" w14:textId="6A3037E7" w:rsidR="00B31169" w:rsidRPr="005169B3" w:rsidRDefault="005169B3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732000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3A200385" w14:textId="16010379" w:rsidR="00B31169" w:rsidRPr="00B31169" w:rsidRDefault="00B31169" w:rsidP="005169B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ДОНАЦИЈЕ И ПОМОЋИ ОД МЕЂУНАРОДНИХ ОРГАНИЗАЦИЈА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7933D4BD" w14:textId="5C2D5834" w:rsidR="00B31169" w:rsidRPr="005169B3" w:rsidRDefault="005169B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585.000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5475452E" w14:textId="77777777" w:rsidR="00B31169" w:rsidRDefault="00B31169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31EBCC8E" w14:textId="77777777" w:rsidR="00B31169" w:rsidRDefault="00B31169" w:rsidP="000B5C8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3E132B11" w14:textId="77777777" w:rsidR="00B31169" w:rsidRDefault="00B31169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1169" w:rsidRPr="00F878C2" w14:paraId="24DC793B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3C68A4D" w14:textId="7950B4DD" w:rsidR="00B31169" w:rsidRPr="005169B3" w:rsidRDefault="005169B3" w:rsidP="00F878C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RS"/>
              </w:rPr>
              <w:t>732341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B48EF4" w14:textId="1DE5EAAF" w:rsidR="00B31169" w:rsidRPr="005169B3" w:rsidRDefault="005169B3" w:rsidP="00F878C2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RS"/>
              </w:rPr>
              <w:t>Текуће помоћи од ЕУ у корист нивоа општина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DCFE75" w14:textId="21280D50" w:rsidR="00B31169" w:rsidRPr="005169B3" w:rsidRDefault="005169B3" w:rsidP="00F878C2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RS"/>
              </w:rPr>
            </w:pPr>
            <w:r w:rsidRPr="005169B3">
              <w:rPr>
                <w:rFonts w:ascii="Times New Roman" w:hAnsi="Times New Roman"/>
                <w:bCs/>
                <w:color w:val="000000"/>
                <w:sz w:val="20"/>
                <w:szCs w:val="20"/>
                <w:lang w:val="sr-Cyrl-RS"/>
              </w:rPr>
              <w:t>585.000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01AA3D8" w14:textId="77777777" w:rsidR="00B31169" w:rsidRPr="005169B3" w:rsidRDefault="00B31169" w:rsidP="00F878C2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90C9166" w14:textId="77777777" w:rsidR="00B31169" w:rsidRDefault="00B31169" w:rsidP="000B5C8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32E086" w14:textId="77777777" w:rsidR="00B31169" w:rsidRDefault="00B31169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78C2" w:rsidRPr="00F878C2" w14:paraId="30D39AAF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00EBA954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730000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6BCBB954" w14:textId="77777777" w:rsidR="00F878C2" w:rsidRPr="00F878C2" w:rsidRDefault="00F878C2" w:rsidP="00F87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ДОНАЦИЈЕ, ПОМОЋИ И ТРАНСФЕРИ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0191C61B" w14:textId="4C4EA3FF" w:rsidR="00F878C2" w:rsidRPr="00F878C2" w:rsidRDefault="002B0A35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287.980.890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506998C1" w14:textId="6E1B2D64" w:rsidR="00F878C2" w:rsidRPr="00F878C2" w:rsidRDefault="00804A1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141.145.164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7E15FEA0" w14:textId="068201D5" w:rsidR="00F878C2" w:rsidRPr="00320857" w:rsidRDefault="00320857" w:rsidP="000B5C8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141.145.164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2CD6359D" w14:textId="51D29E0B" w:rsidR="00F878C2" w:rsidRPr="000D675B" w:rsidRDefault="000D675B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141.145.164</w:t>
            </w:r>
          </w:p>
        </w:tc>
      </w:tr>
      <w:tr w:rsidR="00E90503" w:rsidRPr="00F878C2" w14:paraId="14D1C5B1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D08A9A" w14:textId="0A1A3624" w:rsidR="00E90503" w:rsidRPr="00F878C2" w:rsidRDefault="00E90503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731000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2067E" w14:textId="3E63BB44" w:rsidR="00E90503" w:rsidRPr="00E90503" w:rsidRDefault="00E90503" w:rsidP="00F878C2">
            <w:pP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ДОНАЦИЈЕ ОД ИНОСТРАНИХ ДРЖАВА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FF3BA" w14:textId="1C1CC8CE" w:rsidR="00E90503" w:rsidRPr="002B0A35" w:rsidRDefault="002B0A35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60C40" w14:textId="5D5A3C7E" w:rsidR="00E90503" w:rsidRPr="00E56D69" w:rsidRDefault="00E56D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0B962" w14:textId="63B4B12D" w:rsidR="00E90503" w:rsidRPr="00320857" w:rsidRDefault="00320857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4BF0A" w14:textId="7C789AD1" w:rsidR="00E90503" w:rsidRPr="000D675B" w:rsidRDefault="000D675B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F878C2" w:rsidRPr="00F878C2" w14:paraId="545FBC29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1EC76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733000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503F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ТРАНСФЕРИ ОД ДРУГИХ НИВОА ВЛАСТИ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C85182" w14:textId="65A27D21" w:rsidR="00F878C2" w:rsidRPr="00F878C2" w:rsidRDefault="002B0A35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287.980.890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BD326" w14:textId="1D05E10A" w:rsidR="00F878C2" w:rsidRPr="00F878C2" w:rsidRDefault="006E4E7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141.145.164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03A5D" w14:textId="16DA51CC" w:rsidR="00F878C2" w:rsidRPr="00320857" w:rsidRDefault="00320857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141.145.164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BC84B" w14:textId="27CEE891" w:rsidR="00F878C2" w:rsidRPr="000D675B" w:rsidRDefault="000D675B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141.145.164</w:t>
            </w:r>
          </w:p>
        </w:tc>
      </w:tr>
      <w:tr w:rsidR="00F878C2" w:rsidRPr="00F878C2" w14:paraId="03ED4B27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77C265B4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740000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7C4B169" w14:textId="77777777" w:rsidR="00F878C2" w:rsidRPr="00F878C2" w:rsidRDefault="00F878C2" w:rsidP="00F87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 ПРИХОДИ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4FD6EF45" w14:textId="6DB5C3D1" w:rsidR="00F878C2" w:rsidRPr="00F878C2" w:rsidRDefault="00962549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118.696.419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03A61A17" w14:textId="2FA7369C" w:rsidR="00F878C2" w:rsidRPr="00804A13" w:rsidRDefault="00804A1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110.413.533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164386AD" w14:textId="41C71409" w:rsidR="00F878C2" w:rsidRPr="001F2BAC" w:rsidRDefault="001F2BAC" w:rsidP="000B5C8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119.577.856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379255AB" w14:textId="0EAEC60D" w:rsidR="00F878C2" w:rsidRPr="00D25AAD" w:rsidRDefault="00D25AAD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129.502.818</w:t>
            </w:r>
          </w:p>
        </w:tc>
      </w:tr>
      <w:tr w:rsidR="00F878C2" w:rsidRPr="00F878C2" w14:paraId="71DB5716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8DC54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741000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94F17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ИМОВИНЕ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BC17A0" w14:textId="0006CC59" w:rsidR="00F878C2" w:rsidRPr="00F878C2" w:rsidRDefault="00EA6E2A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103.899.910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308C0" w14:textId="6DB0E25E" w:rsidR="00F878C2" w:rsidRPr="00E56D69" w:rsidRDefault="00E56D69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93.800.000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38D5B" w14:textId="4E9624B6" w:rsidR="00F878C2" w:rsidRPr="001C6BC2" w:rsidRDefault="001C6BC2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101.585.400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2D392" w14:textId="23B8B238" w:rsidR="00F878C2" w:rsidRPr="00CB3258" w:rsidRDefault="00CB3258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110.016.988</w:t>
            </w:r>
          </w:p>
        </w:tc>
      </w:tr>
      <w:tr w:rsidR="00F878C2" w:rsidRPr="00F878C2" w14:paraId="359EE4C0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8D909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742000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AF36E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ПРИХОДИ ОД ПРОДАЈЕ ДОБАРА И УСЛУГА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8F89" w14:textId="36B0FB3C" w:rsidR="00F878C2" w:rsidRPr="00F878C2" w:rsidRDefault="00EA6E2A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7.621.798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846D09" w14:textId="309D6A15" w:rsidR="00F878C2" w:rsidRPr="009C331D" w:rsidRDefault="009C331D" w:rsidP="0027512F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6.200.000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7CC2F" w14:textId="08A18BDA" w:rsidR="00F878C2" w:rsidRPr="001C6BC2" w:rsidRDefault="001C6BC2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6.714.600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0FFB8" w14:textId="5A79311A" w:rsidR="00F878C2" w:rsidRPr="00CB3258" w:rsidRDefault="00CB3258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7.271.912</w:t>
            </w:r>
          </w:p>
        </w:tc>
      </w:tr>
      <w:tr w:rsidR="00F878C2" w:rsidRPr="00F878C2" w14:paraId="775B6781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A685A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743000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21864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НОВЧАНЕ КАЗНЕ И ОДУЗЕТА ИМОВИНСКА КОРИСТ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E8A0B" w14:textId="3DB039C1" w:rsidR="00F878C2" w:rsidRPr="00F878C2" w:rsidRDefault="00EA6E2A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2C068" w14:textId="37991F9F" w:rsidR="00F878C2" w:rsidRPr="009C036D" w:rsidRDefault="009C036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4.300.000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C2BA6" w14:textId="1218F714" w:rsidR="00F878C2" w:rsidRPr="001C6BC2" w:rsidRDefault="001C6BC2" w:rsidP="000B5C8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4.656.900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35F4A" w14:textId="766B54F3" w:rsidR="00F878C2" w:rsidRPr="00CB3258" w:rsidRDefault="00CB3258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5.043.423</w:t>
            </w:r>
          </w:p>
        </w:tc>
      </w:tr>
      <w:tr w:rsidR="00F878C2" w:rsidRPr="00F878C2" w14:paraId="5811EB05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EC6F6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744000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39206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ДОБРОВОЉНИ ТРАНСФЕРИ ОД ФИЗИЧКИХ И ПРАВИХ ЛИЦА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5D509" w14:textId="6B8DE237" w:rsidR="00F878C2" w:rsidRPr="00F878C2" w:rsidRDefault="00EA6E2A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2.474.711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A807A" w14:textId="176E4F90" w:rsidR="00F878C2" w:rsidRPr="009C036D" w:rsidRDefault="009C036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1.613.533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EFA9BB" w14:textId="14C863F6" w:rsidR="00F878C2" w:rsidRPr="001C6BC2" w:rsidRDefault="001C6BC2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1.747.456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F2381" w14:textId="56079981" w:rsidR="00F878C2" w:rsidRPr="00CB3258" w:rsidRDefault="00CB3258" w:rsidP="00CB325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1.892.495</w:t>
            </w:r>
          </w:p>
        </w:tc>
      </w:tr>
      <w:tr w:rsidR="00F878C2" w:rsidRPr="00F878C2" w14:paraId="18A39241" w14:textId="77777777" w:rsidTr="001C10AB">
        <w:trPr>
          <w:trHeight w:val="31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12E1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745000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B2971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МЕШОВИТИ И НЕОДРЕЂЕНИ ПРИХОДИ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19683" w14:textId="09014310" w:rsidR="00F878C2" w:rsidRPr="00F878C2" w:rsidRDefault="00EA6E2A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4.400.000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7FDDB" w14:textId="6A9C2E58" w:rsidR="00F878C2" w:rsidRPr="009C036D" w:rsidRDefault="009C036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4.500.000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25B00" w14:textId="21531E41" w:rsidR="00F878C2" w:rsidRPr="001C6BC2" w:rsidRDefault="001C6BC2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4.873.500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A01CB" w14:textId="251295A0" w:rsidR="00F878C2" w:rsidRPr="00CB3258" w:rsidRDefault="00CB3258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5.278.000</w:t>
            </w:r>
          </w:p>
        </w:tc>
      </w:tr>
      <w:tr w:rsidR="00F878C2" w:rsidRPr="00F878C2" w14:paraId="442F8C79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562E825B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770000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14BC67B" w14:textId="77777777" w:rsidR="00F878C2" w:rsidRPr="00F878C2" w:rsidRDefault="00F878C2" w:rsidP="00F87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МЕМОРАНДУМСКЕ СТАВКЕ ЗА РЕФУНДАЦИЈУ РАСХОДА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630A4C53" w14:textId="20B86453" w:rsidR="00F878C2" w:rsidRPr="00F878C2" w:rsidRDefault="00EF124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1D1EFEB8" w14:textId="35851230" w:rsidR="00F878C2" w:rsidRPr="00804A13" w:rsidRDefault="00804A1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491EA844" w14:textId="1C5575F5" w:rsidR="00F878C2" w:rsidRPr="001F2BAC" w:rsidRDefault="001F2BAC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</w:tcPr>
          <w:p w14:paraId="382A2739" w14:textId="63563CE6" w:rsidR="00F878C2" w:rsidRPr="00D25AAD" w:rsidRDefault="00D25AAD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878C2" w:rsidRPr="00F878C2" w14:paraId="4BA0760B" w14:textId="77777777" w:rsidTr="001C10AB">
        <w:trPr>
          <w:trHeight w:val="81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2CE4D5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772000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3A848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МЕМОРАНДУМСКЕ СТАВКЕ ЗА РЕФУНДАЦИЈУ РАСХОДА ПРЕТХОДНЕ ГОДИНЕ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B9106" w14:textId="3044D22A" w:rsidR="00F878C2" w:rsidRPr="00F878C2" w:rsidRDefault="00EF1243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A755DE" w14:textId="705E4E5F" w:rsidR="00F878C2" w:rsidRPr="009B120F" w:rsidRDefault="009C036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95F273" w14:textId="111E3A24" w:rsidR="00F878C2" w:rsidRPr="001F2BAC" w:rsidRDefault="001F2BAC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30695" w14:textId="3FE6D54D" w:rsidR="00F878C2" w:rsidRPr="00D25AAD" w:rsidRDefault="00D25AA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F878C2" w:rsidRPr="00F878C2" w14:paraId="49818E23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65DD5DC2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800000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7862CC8A" w14:textId="77777777" w:rsidR="00F878C2" w:rsidRPr="00F878C2" w:rsidRDefault="00F878C2" w:rsidP="00F87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ПРИМАЊА ОД ПРОДАЈЕ НЕФИНАНСИЈСКЕ ИМОВИНЕ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014DCE03" w14:textId="7FB654E3" w:rsidR="00F878C2" w:rsidRPr="00F878C2" w:rsidRDefault="00EF124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2.929.598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20E4F094" w14:textId="7C33E692" w:rsidR="00F878C2" w:rsidRPr="00804A13" w:rsidRDefault="00804A13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3.500.000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09EE2D0B" w14:textId="35882662" w:rsidR="00F878C2" w:rsidRPr="001F2BAC" w:rsidRDefault="001F2BAC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3.790.500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1142C4B8" w14:textId="3FD345D2" w:rsidR="00F878C2" w:rsidRPr="00D25AAD" w:rsidRDefault="00D25AAD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4.105.113</w:t>
            </w:r>
          </w:p>
        </w:tc>
      </w:tr>
      <w:tr w:rsidR="00F878C2" w:rsidRPr="00F878C2" w14:paraId="16801FF4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6BB42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810000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A895F" w14:textId="77777777" w:rsidR="00F878C2" w:rsidRPr="00F878C2" w:rsidRDefault="00F878C2" w:rsidP="00F87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color w:val="000000"/>
                <w:sz w:val="20"/>
                <w:szCs w:val="20"/>
              </w:rPr>
              <w:t>ПРИМАЊА ОД ПРОДАЈЕ ОСНОВНИХ СРЕДСТАВА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4FCC5" w14:textId="58BD8843" w:rsidR="00F878C2" w:rsidRPr="00F878C2" w:rsidRDefault="00EF1243" w:rsidP="00EF124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379.598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E3C3" w14:textId="4A13B33E" w:rsidR="00F878C2" w:rsidRPr="009B120F" w:rsidRDefault="009C036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1.200.000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B93A6" w14:textId="4C812C43" w:rsidR="00F878C2" w:rsidRPr="001F2BAC" w:rsidRDefault="001F2BAC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1.299.600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BF8B0" w14:textId="0474DD66" w:rsidR="00F878C2" w:rsidRPr="00D25AAD" w:rsidRDefault="00D25AA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1.407.468</w:t>
            </w:r>
          </w:p>
        </w:tc>
      </w:tr>
      <w:tr w:rsidR="00E90503" w:rsidRPr="00F878C2" w14:paraId="61D51458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5524A" w14:textId="2BBB0724" w:rsidR="00E90503" w:rsidRPr="00E90503" w:rsidRDefault="00E90503" w:rsidP="00F87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823000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2E73A" w14:textId="0A0E38BA" w:rsidR="00E90503" w:rsidRPr="00E90503" w:rsidRDefault="00E90503" w:rsidP="00F878C2">
            <w:pP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ПРИМАЊА ОД ПРОДАЈЕ РОБЕ ЗА ДАЉУ ПРОДАЈУ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D9022" w14:textId="00B91278" w:rsidR="00E90503" w:rsidRPr="00EF1243" w:rsidRDefault="00EF1243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2.550.000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9F5020" w14:textId="452C393E" w:rsidR="00E90503" w:rsidRPr="009B120F" w:rsidRDefault="009C036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2.300.000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1CB6A" w14:textId="4F0808F6" w:rsidR="00E90503" w:rsidRPr="001F2BAC" w:rsidRDefault="001F2BAC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2.490.900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5A202" w14:textId="665B5179" w:rsidR="00E90503" w:rsidRPr="00D25AAD" w:rsidRDefault="00D25AAD" w:rsidP="00F878C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2.697.645</w:t>
            </w:r>
          </w:p>
        </w:tc>
      </w:tr>
      <w:tr w:rsidR="00F878C2" w:rsidRPr="00F878C2" w14:paraId="66C68E27" w14:textId="77777777" w:rsidTr="001C10AB">
        <w:trPr>
          <w:trHeight w:val="525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DB4E2"/>
            <w:noWrap/>
            <w:vAlign w:val="center"/>
            <w:hideMark/>
          </w:tcPr>
          <w:p w14:paraId="179C2B19" w14:textId="77777777" w:rsidR="00F878C2" w:rsidRPr="00F878C2" w:rsidRDefault="00F878C2" w:rsidP="00F878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  <w:hideMark/>
          </w:tcPr>
          <w:p w14:paraId="5D2E2291" w14:textId="77777777" w:rsidR="00F878C2" w:rsidRPr="00F878C2" w:rsidRDefault="00F878C2" w:rsidP="00F87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878C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 ПРЕНЕТА СРЕДСТВА, ТЕКУЋИ ПРИХОДИ И ПРИМАЊА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4DF0EF43" w14:textId="69CC83E1" w:rsidR="00F878C2" w:rsidRPr="00E4192C" w:rsidRDefault="00E4192C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914.059.428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2F17CE55" w14:textId="03BE795E" w:rsidR="00F878C2" w:rsidRPr="000A296E" w:rsidRDefault="000A296E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717.968.697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3F53696C" w14:textId="7F6E2665" w:rsidR="00F878C2" w:rsidRPr="001F2BAC" w:rsidRDefault="001F2BAC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747.960.050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8DB4E2"/>
            <w:vAlign w:val="center"/>
          </w:tcPr>
          <w:p w14:paraId="7E002634" w14:textId="55BA8D93" w:rsidR="00F878C2" w:rsidRPr="00D25AAD" w:rsidRDefault="00D25AAD" w:rsidP="00F87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786.270.686</w:t>
            </w:r>
          </w:p>
        </w:tc>
      </w:tr>
    </w:tbl>
    <w:p w14:paraId="5BA48E58" w14:textId="77777777" w:rsidR="00066424" w:rsidRPr="00066424" w:rsidRDefault="00066424" w:rsidP="00D95CF6">
      <w:pPr>
        <w:jc w:val="both"/>
        <w:rPr>
          <w:rFonts w:ascii="Times New Roman" w:hAnsi="Times New Roman"/>
          <w:sz w:val="24"/>
          <w:lang w:val="sr-Latn-RS"/>
        </w:rPr>
      </w:pPr>
    </w:p>
    <w:p w14:paraId="09233ED3" w14:textId="3EE165A9" w:rsidR="008520D0" w:rsidRDefault="008520D0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6805DBFC" w14:textId="77777777" w:rsidR="00207A1B" w:rsidRDefault="00207A1B" w:rsidP="00D95CF6">
      <w:pPr>
        <w:jc w:val="both"/>
        <w:rPr>
          <w:rFonts w:ascii="Times New Roman" w:hAnsi="Times New Roman"/>
          <w:sz w:val="24"/>
          <w:lang w:val="sr-Cyrl-RS"/>
        </w:rPr>
      </w:pPr>
    </w:p>
    <w:p w14:paraId="282DD296" w14:textId="47DB652F" w:rsidR="00905376" w:rsidRPr="008520D0" w:rsidRDefault="008520D0" w:rsidP="008520D0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Обим средстава који може да садржи предлог финансијског п</w:t>
      </w:r>
      <w:r w:rsidR="001F344F">
        <w:rPr>
          <w:rFonts w:ascii="Times New Roman" w:hAnsi="Times New Roman"/>
          <w:b/>
          <w:sz w:val="24"/>
          <w:lang w:val="sr-Cyrl-RS"/>
        </w:rPr>
        <w:t>лана буџетских корисника за 20</w:t>
      </w:r>
      <w:r w:rsidR="00CB3897">
        <w:rPr>
          <w:rFonts w:ascii="Times New Roman" w:hAnsi="Times New Roman"/>
          <w:b/>
          <w:sz w:val="24"/>
          <w:lang w:val="sr-Cyrl-RS"/>
        </w:rPr>
        <w:t>2</w:t>
      </w:r>
      <w:r w:rsidR="004B13FF">
        <w:rPr>
          <w:rFonts w:ascii="Times New Roman" w:hAnsi="Times New Roman"/>
          <w:b/>
          <w:sz w:val="24"/>
          <w:lang w:val="sr-Cyrl-RS"/>
        </w:rPr>
        <w:t>5</w:t>
      </w:r>
      <w:r w:rsidR="001F344F">
        <w:rPr>
          <w:rFonts w:ascii="Times New Roman" w:hAnsi="Times New Roman"/>
          <w:b/>
          <w:sz w:val="24"/>
          <w:lang w:val="sr-Cyrl-RS"/>
        </w:rPr>
        <w:t>. годину са пројекцијама за 20</w:t>
      </w:r>
      <w:r w:rsidR="00CB45B3">
        <w:rPr>
          <w:rFonts w:ascii="Times New Roman" w:hAnsi="Times New Roman"/>
          <w:b/>
          <w:sz w:val="24"/>
          <w:lang w:val="sr-Cyrl-RS"/>
        </w:rPr>
        <w:t>2</w:t>
      </w:r>
      <w:r w:rsidR="004B13FF">
        <w:rPr>
          <w:rFonts w:ascii="Times New Roman" w:hAnsi="Times New Roman"/>
          <w:b/>
          <w:sz w:val="24"/>
          <w:lang w:val="sr-Cyrl-RS"/>
        </w:rPr>
        <w:t>6</w:t>
      </w:r>
      <w:r w:rsidR="001F344F">
        <w:rPr>
          <w:rFonts w:ascii="Times New Roman" w:hAnsi="Times New Roman"/>
          <w:b/>
          <w:sz w:val="24"/>
          <w:lang w:val="sr-Cyrl-RS"/>
        </w:rPr>
        <w:t>. и 202</w:t>
      </w:r>
      <w:r w:rsidR="004B13FF">
        <w:rPr>
          <w:rFonts w:ascii="Times New Roman" w:hAnsi="Times New Roman"/>
          <w:b/>
          <w:sz w:val="24"/>
          <w:lang w:val="sr-Cyrl-RS"/>
        </w:rPr>
        <w:t>7</w:t>
      </w:r>
      <w:r>
        <w:rPr>
          <w:rFonts w:ascii="Times New Roman" w:hAnsi="Times New Roman"/>
          <w:b/>
          <w:sz w:val="24"/>
          <w:lang w:val="sr-Cyrl-RS"/>
        </w:rPr>
        <w:t>. годину</w:t>
      </w:r>
    </w:p>
    <w:p w14:paraId="00F4853C" w14:textId="77777777" w:rsidR="008520D0" w:rsidRDefault="008520D0" w:rsidP="008520D0">
      <w:pPr>
        <w:ind w:left="360"/>
        <w:jc w:val="both"/>
        <w:rPr>
          <w:rFonts w:ascii="Times New Roman" w:hAnsi="Times New Roman"/>
          <w:sz w:val="24"/>
          <w:lang w:val="sr-Cyrl-RS"/>
        </w:rPr>
      </w:pPr>
    </w:p>
    <w:p w14:paraId="3FA7FFE0" w14:textId="1F82C694" w:rsidR="008520D0" w:rsidRPr="004F52DA" w:rsidRDefault="005F1B52" w:rsidP="005F1B52">
      <w:pPr>
        <w:ind w:firstLine="360"/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 финансијских планова буџетских корисника за 20</w:t>
      </w:r>
      <w:r w:rsidR="00134591">
        <w:rPr>
          <w:rFonts w:ascii="Times New Roman" w:hAnsi="Times New Roman"/>
          <w:sz w:val="24"/>
        </w:rPr>
        <w:t>25</w:t>
      </w:r>
      <w:r>
        <w:rPr>
          <w:rFonts w:ascii="Times New Roman" w:hAnsi="Times New Roman"/>
          <w:sz w:val="24"/>
          <w:lang w:val="sr-Cyrl-RS"/>
        </w:rPr>
        <w:t xml:space="preserve">. годину попуњавају се на основу достављеног обима средстава – </w:t>
      </w:r>
      <w:r w:rsidR="00C96AC0">
        <w:rPr>
          <w:rFonts w:ascii="Times New Roman" w:hAnsi="Times New Roman"/>
          <w:b/>
          <w:bCs/>
          <w:sz w:val="24"/>
          <w:lang w:val="sr-Cyrl-RS"/>
        </w:rPr>
        <w:t>лимита од стране Одељења за финансије и локалну пореску администрацију</w:t>
      </w:r>
      <w:r>
        <w:rPr>
          <w:rFonts w:ascii="Times New Roman" w:hAnsi="Times New Roman"/>
          <w:sz w:val="24"/>
          <w:lang w:val="sr-Cyrl-RS"/>
        </w:rPr>
        <w:t xml:space="preserve">. Од буџетских корисника се очекује да одговорно и у складу са својим надлежностима, а применом </w:t>
      </w:r>
      <w:r w:rsidR="00473214">
        <w:rPr>
          <w:rFonts w:ascii="Times New Roman" w:hAnsi="Times New Roman"/>
          <w:sz w:val="24"/>
          <w:lang w:val="sr-Cyrl-RS"/>
        </w:rPr>
        <w:t xml:space="preserve">принципа рационализације расхода распореде предложени обим средстава по програмима, програмским активностима и пројектима. </w:t>
      </w:r>
      <w:r w:rsidR="00473214" w:rsidRPr="00CB45B3">
        <w:rPr>
          <w:rFonts w:ascii="Times New Roman" w:hAnsi="Times New Roman"/>
          <w:b/>
          <w:sz w:val="24"/>
          <w:u w:val="single"/>
          <w:lang w:val="sr-Cyrl-RS"/>
        </w:rPr>
        <w:t>Укупан предлог не сме да прелази укупан предложени обим средстава додељен буџетском кориснику.</w:t>
      </w:r>
      <w:r w:rsidR="008B2816">
        <w:rPr>
          <w:rFonts w:ascii="Times New Roman" w:hAnsi="Times New Roman"/>
          <w:sz w:val="24"/>
          <w:u w:val="single"/>
          <w:lang w:val="sr-Cyrl-RS"/>
        </w:rPr>
        <w:t xml:space="preserve"> </w:t>
      </w:r>
      <w:r w:rsidR="004F52DA" w:rsidRPr="004F52DA">
        <w:rPr>
          <w:rFonts w:ascii="Times New Roman" w:hAnsi="Times New Roman"/>
          <w:bCs/>
          <w:sz w:val="24"/>
          <w:lang w:val="sr-Cyrl-RS"/>
        </w:rPr>
        <w:t>Уколико постоји захтев за додатна средства он се подноси на посебном обрасцу – са детаљним образложењем.</w:t>
      </w:r>
    </w:p>
    <w:p w14:paraId="2B100D3E" w14:textId="77777777" w:rsidR="00473214" w:rsidRDefault="00473214" w:rsidP="005F1B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>Планирање, извршавање и контрола финансијског плана буџетског корисника вршиће се на шестом нивоу економске класификације. Предложени износи средстава се исказују у апсолутним износима с тим што се препоручује заокруживање износа на хиљаде (могуће и стотине) динара.</w:t>
      </w:r>
    </w:p>
    <w:p w14:paraId="21D8D2CD" w14:textId="77777777" w:rsidR="001D3CF1" w:rsidRDefault="00276180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Сви буџетски корисници планирање врше у складу са Правилником о стандардном класификационом оквиру и контном плану за буџетски систем („Службени гласник РС“, бр. 16/2016 и 49/2016). </w:t>
      </w:r>
    </w:p>
    <w:p w14:paraId="161BBCB2" w14:textId="7CE3320C" w:rsidR="001D3CF1" w:rsidRDefault="001D3CF1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Извршавање финансијског плана за основне и средње школе као и за Центар за социјални рад који су индиректни корисници буџета Републике Србије се врши на економској класификацији 463 – Трансфери осталим нивоима власти док се за Дом здравља врши на економској класификацији 464 – Дотације организацијама за обавезно социјално осигурање. Међутим, нео</w:t>
      </w:r>
      <w:r w:rsidR="002F6995">
        <w:rPr>
          <w:rFonts w:ascii="Times New Roman" w:hAnsi="Times New Roman"/>
          <w:sz w:val="24"/>
          <w:lang w:val="sr-Cyrl-RS"/>
        </w:rPr>
        <w:t>пх</w:t>
      </w:r>
      <w:r>
        <w:rPr>
          <w:rFonts w:ascii="Times New Roman" w:hAnsi="Times New Roman"/>
          <w:sz w:val="24"/>
          <w:lang w:val="sr-Cyrl-RS"/>
        </w:rPr>
        <w:t>одно је да наведене установе финансијске планове прикажу и према врстама расхода у оквиру група конта 42, 48 и 51.</w:t>
      </w:r>
    </w:p>
    <w:p w14:paraId="3303E57B" w14:textId="4700DBA9" w:rsidR="005C04CF" w:rsidRDefault="005C04CF" w:rsidP="001D3CF1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Средства за плате задржана су на нивоу средстава планираних Законом о</w:t>
      </w:r>
      <w:r w:rsidR="00134591">
        <w:rPr>
          <w:rFonts w:ascii="Times New Roman" w:hAnsi="Times New Roman"/>
          <w:sz w:val="24"/>
          <w:lang w:val="sr-Cyrl-RS"/>
        </w:rPr>
        <w:t xml:space="preserve"> буџету Републике Србије за 2024</w:t>
      </w:r>
      <w:r>
        <w:rPr>
          <w:rFonts w:ascii="Times New Roman" w:hAnsi="Times New Roman"/>
          <w:sz w:val="24"/>
          <w:lang w:val="sr-Cyrl-RS"/>
        </w:rPr>
        <w:t>. годину, а евентуална корекција износа планираних средстава за плате извршиће се у току буџетске процедуре на основу ревидиране Фискалне стратегије, измена и допуна Закона о буџетском систему и процене потребних средстава</w:t>
      </w:r>
      <w:r w:rsidR="00134591">
        <w:rPr>
          <w:rFonts w:ascii="Times New Roman" w:hAnsi="Times New Roman"/>
          <w:sz w:val="24"/>
          <w:lang w:val="sr-Cyrl-RS"/>
        </w:rPr>
        <w:t xml:space="preserve"> за расходе за запослене за 2025</w:t>
      </w:r>
      <w:r>
        <w:rPr>
          <w:rFonts w:ascii="Times New Roman" w:hAnsi="Times New Roman"/>
          <w:sz w:val="24"/>
          <w:lang w:val="sr-Cyrl-RS"/>
        </w:rPr>
        <w:t>. годину.</w:t>
      </w:r>
    </w:p>
    <w:p w14:paraId="6AF909D3" w14:textId="18D7CD38" w:rsidR="00613052" w:rsidRDefault="00CB45B3" w:rsidP="00613052">
      <w:pPr>
        <w:ind w:firstLine="360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>
        <w:rPr>
          <w:rFonts w:ascii="Times New Roman" w:hAnsi="Times New Roman"/>
          <w:color w:val="000000" w:themeColor="text1"/>
          <w:sz w:val="24"/>
          <w:lang w:val="sr-Cyrl-RS"/>
        </w:rPr>
        <w:t>Плате запослених у јавном сектору уређене су Законом о систему плата запослених у јавном сектору („Службени гласник РС“, број 18/16, 108/16</w:t>
      </w:r>
      <w:r w:rsidR="00E57E50">
        <w:rPr>
          <w:rFonts w:ascii="Times New Roman" w:hAnsi="Times New Roman"/>
          <w:color w:val="000000" w:themeColor="text1"/>
          <w:sz w:val="24"/>
          <w:lang w:val="sr-Cyrl-RS"/>
        </w:rPr>
        <w:t>,</w:t>
      </w:r>
      <w:r>
        <w:rPr>
          <w:rFonts w:ascii="Times New Roman" w:hAnsi="Times New Roman"/>
          <w:color w:val="000000" w:themeColor="text1"/>
          <w:sz w:val="24"/>
          <w:lang w:val="sr-Cyrl-RS"/>
        </w:rPr>
        <w:t>113/17</w:t>
      </w:r>
      <w:r w:rsidR="002635C6">
        <w:rPr>
          <w:rFonts w:ascii="Times New Roman" w:hAnsi="Times New Roman"/>
          <w:color w:val="000000" w:themeColor="text1"/>
          <w:sz w:val="24"/>
          <w:lang w:val="sr-Cyrl-RS"/>
        </w:rPr>
        <w:t>, 95/18,</w:t>
      </w:r>
      <w:r w:rsidR="00E57E50">
        <w:rPr>
          <w:rFonts w:ascii="Times New Roman" w:hAnsi="Times New Roman"/>
          <w:color w:val="000000" w:themeColor="text1"/>
          <w:sz w:val="24"/>
          <w:lang w:val="sr-Cyrl-RS"/>
        </w:rPr>
        <w:t xml:space="preserve"> 86/19</w:t>
      </w:r>
      <w:r w:rsidR="002635C6">
        <w:rPr>
          <w:rFonts w:ascii="Times New Roman" w:hAnsi="Times New Roman"/>
          <w:color w:val="000000" w:themeColor="text1"/>
          <w:sz w:val="24"/>
          <w:lang w:val="sr-Cyrl-RS"/>
        </w:rPr>
        <w:t xml:space="preserve"> и 157/20</w:t>
      </w:r>
      <w:r>
        <w:rPr>
          <w:rFonts w:ascii="Times New Roman" w:hAnsi="Times New Roman"/>
          <w:color w:val="000000" w:themeColor="text1"/>
          <w:sz w:val="24"/>
          <w:lang w:val="sr-Cyrl-RS"/>
        </w:rPr>
        <w:t>)</w:t>
      </w:r>
      <w:r w:rsidR="0035752F">
        <w:rPr>
          <w:rFonts w:ascii="Times New Roman" w:hAnsi="Times New Roman"/>
          <w:color w:val="000000" w:themeColor="text1"/>
          <w:sz w:val="24"/>
          <w:lang w:val="sr-Cyrl-RS"/>
        </w:rPr>
        <w:t>.</w:t>
      </w:r>
    </w:p>
    <w:p w14:paraId="6EFAD398" w14:textId="02F91A07"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Плате запослених код корисника буџета локалне власти уређене су и у складу са Законом о платама у државним органима и јавним службама</w:t>
      </w:r>
      <w:r w:rsidR="002635C6">
        <w:rPr>
          <w:rFonts w:ascii="Times New Roman" w:hAnsi="Times New Roman"/>
          <w:sz w:val="24"/>
          <w:lang w:val="sr-Cyrl-RS"/>
        </w:rPr>
        <w:t xml:space="preserve"> („</w:t>
      </w:r>
      <w:proofErr w:type="spellStart"/>
      <w:r w:rsidR="002635C6">
        <w:rPr>
          <w:rFonts w:ascii="Times New Roman" w:hAnsi="Times New Roman"/>
          <w:sz w:val="24"/>
          <w:lang w:val="sr-Cyrl-RS"/>
        </w:rPr>
        <w:t>Сл</w:t>
      </w:r>
      <w:proofErr w:type="spellEnd"/>
      <w:r w:rsidR="002635C6">
        <w:rPr>
          <w:rFonts w:ascii="Times New Roman" w:hAnsi="Times New Roman"/>
          <w:sz w:val="24"/>
          <w:lang w:val="sr-Cyrl-RS"/>
        </w:rPr>
        <w:t xml:space="preserve"> гласник РС“, број 62,06…113</w:t>
      </w:r>
      <w:r>
        <w:rPr>
          <w:rFonts w:ascii="Times New Roman" w:hAnsi="Times New Roman"/>
          <w:sz w:val="24"/>
          <w:lang w:val="sr-Cyrl-RS"/>
        </w:rPr>
        <w:t>/1</w:t>
      </w:r>
      <w:r w:rsidR="002635C6">
        <w:rPr>
          <w:rFonts w:ascii="Times New Roman" w:hAnsi="Times New Roman"/>
          <w:sz w:val="24"/>
          <w:lang w:val="sr-Cyrl-RS"/>
        </w:rPr>
        <w:t>7-др.закон)</w:t>
      </w:r>
      <w:r>
        <w:rPr>
          <w:rFonts w:ascii="Times New Roman" w:hAnsi="Times New Roman"/>
          <w:sz w:val="24"/>
          <w:lang w:val="sr-Cyrl-RS"/>
        </w:rPr>
        <w:t>, Уредбом о коефицијентима за обрачун и исплату плата именованих и постављених лица и запослених у државним органима („Сл. Гласник РС“, број 44/08 – пречишћен текст, 2/12</w:t>
      </w:r>
      <w:r w:rsidR="00E57E50">
        <w:rPr>
          <w:rFonts w:ascii="Times New Roman" w:hAnsi="Times New Roman"/>
          <w:sz w:val="24"/>
          <w:lang w:val="sr-Cyrl-RS"/>
        </w:rPr>
        <w:t>,</w:t>
      </w:r>
      <w:r>
        <w:rPr>
          <w:rFonts w:ascii="Times New Roman" w:hAnsi="Times New Roman"/>
          <w:sz w:val="24"/>
          <w:lang w:val="sr-Cyrl-RS"/>
        </w:rPr>
        <w:t xml:space="preserve"> 23/18</w:t>
      </w:r>
      <w:r w:rsidR="003D53C1">
        <w:rPr>
          <w:rFonts w:ascii="Times New Roman" w:hAnsi="Times New Roman"/>
          <w:sz w:val="24"/>
          <w:lang w:val="sr-Cyrl-RS"/>
        </w:rPr>
        <w:t>, 95/18- др. Закон,</w:t>
      </w:r>
      <w:r w:rsidR="00E57E50">
        <w:rPr>
          <w:rFonts w:ascii="Times New Roman" w:hAnsi="Times New Roman"/>
          <w:sz w:val="24"/>
          <w:lang w:val="sr-Cyrl-RS"/>
        </w:rPr>
        <w:t xml:space="preserve"> 86/19 – др. </w:t>
      </w:r>
      <w:r w:rsidR="003D53C1">
        <w:rPr>
          <w:rFonts w:ascii="Times New Roman" w:hAnsi="Times New Roman"/>
          <w:sz w:val="24"/>
          <w:lang w:val="sr-Cyrl-RS"/>
        </w:rPr>
        <w:t>З</w:t>
      </w:r>
      <w:r w:rsidR="00E57E50">
        <w:rPr>
          <w:rFonts w:ascii="Times New Roman" w:hAnsi="Times New Roman"/>
          <w:sz w:val="24"/>
          <w:lang w:val="sr-Cyrl-RS"/>
        </w:rPr>
        <w:t>акон</w:t>
      </w:r>
      <w:r w:rsidR="003D53C1">
        <w:rPr>
          <w:rFonts w:ascii="Times New Roman" w:hAnsi="Times New Roman"/>
          <w:sz w:val="24"/>
          <w:lang w:val="sr-Cyrl-RS"/>
        </w:rPr>
        <w:t xml:space="preserve"> и 157/20</w:t>
      </w:r>
      <w:r>
        <w:rPr>
          <w:rFonts w:ascii="Times New Roman" w:hAnsi="Times New Roman"/>
          <w:sz w:val="24"/>
          <w:lang w:val="sr-Cyrl-RS"/>
        </w:rPr>
        <w:t>).</w:t>
      </w:r>
    </w:p>
    <w:p w14:paraId="27945672" w14:textId="6F793C5B" w:rsidR="0035752F" w:rsidRDefault="003575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Приликом обрачуна и исплате плата за запослене у предшколским установама и другим јавним службама (установе културе) не примењује се уредба о коефицијентима за обрачун и исплату плата именованих и постављених лица и запослених у државним органима, већ Уредба о коефицијентима за обрачун и исплату плата запослених у јавним службама („Сл. Гласник РС“, бр. 44/01…</w:t>
      </w:r>
      <w:r w:rsidR="00C53767">
        <w:rPr>
          <w:rFonts w:ascii="Times New Roman" w:hAnsi="Times New Roman"/>
          <w:sz w:val="24"/>
          <w:lang w:val="sr-Cyrl-RS"/>
        </w:rPr>
        <w:t>157/20</w:t>
      </w:r>
      <w:r w:rsidR="00E57E50">
        <w:rPr>
          <w:rFonts w:ascii="Times New Roman" w:hAnsi="Times New Roman"/>
          <w:sz w:val="24"/>
          <w:lang w:val="sr-Cyrl-RS"/>
        </w:rPr>
        <w:t xml:space="preserve">-др. </w:t>
      </w:r>
      <w:r w:rsidR="00C53767">
        <w:rPr>
          <w:rFonts w:ascii="Times New Roman" w:hAnsi="Times New Roman"/>
          <w:sz w:val="24"/>
          <w:lang w:val="sr-Cyrl-RS"/>
        </w:rPr>
        <w:t>З</w:t>
      </w:r>
      <w:r w:rsidR="00E57E50">
        <w:rPr>
          <w:rFonts w:ascii="Times New Roman" w:hAnsi="Times New Roman"/>
          <w:sz w:val="24"/>
          <w:lang w:val="sr-Cyrl-RS"/>
        </w:rPr>
        <w:t>акон</w:t>
      </w:r>
      <w:r w:rsidR="00C53767">
        <w:rPr>
          <w:rFonts w:ascii="Times New Roman" w:hAnsi="Times New Roman"/>
          <w:sz w:val="24"/>
          <w:lang w:val="sr-Cyrl-RS"/>
        </w:rPr>
        <w:t>, 19/21 и 48/21</w:t>
      </w:r>
      <w:r>
        <w:rPr>
          <w:rFonts w:ascii="Times New Roman" w:hAnsi="Times New Roman"/>
          <w:sz w:val="24"/>
          <w:lang w:val="sr-Cyrl-RS"/>
        </w:rPr>
        <w:t>).</w:t>
      </w:r>
    </w:p>
    <w:p w14:paraId="00C5205F" w14:textId="77777777" w:rsidR="00613052" w:rsidRDefault="00534C2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proofErr w:type="spellStart"/>
      <w:r>
        <w:rPr>
          <w:rFonts w:ascii="Times New Roman" w:hAnsi="Times New Roman"/>
          <w:sz w:val="24"/>
          <w:lang w:val="sr-Latn-RS"/>
        </w:rPr>
        <w:t>Уколико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се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утврди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да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постоје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неправилности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у </w:t>
      </w:r>
      <w:proofErr w:type="spellStart"/>
      <w:r>
        <w:rPr>
          <w:rFonts w:ascii="Times New Roman" w:hAnsi="Times New Roman"/>
          <w:sz w:val="24"/>
          <w:lang w:val="sr-Latn-RS"/>
        </w:rPr>
        <w:t>примени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прописа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којим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се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утврђују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коефицијенти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запослених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односно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да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су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утврђени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коефицијенти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запосленима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без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правног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основа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, </w:t>
      </w:r>
      <w:proofErr w:type="spellStart"/>
      <w:r>
        <w:rPr>
          <w:rFonts w:ascii="Times New Roman" w:hAnsi="Times New Roman"/>
          <w:sz w:val="24"/>
          <w:lang w:val="sr-Latn-RS"/>
        </w:rPr>
        <w:t>Одељење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за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r w:rsidR="00AC229E">
        <w:rPr>
          <w:rFonts w:ascii="Times New Roman" w:hAnsi="Times New Roman"/>
          <w:sz w:val="24"/>
          <w:lang w:val="sr-Cyrl-RS"/>
        </w:rPr>
        <w:t>буџет и финансије</w:t>
      </w:r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ће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извршити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обустав</w:t>
      </w:r>
      <w:proofErr w:type="spellEnd"/>
      <w:r w:rsidR="00B400FA">
        <w:rPr>
          <w:rFonts w:ascii="Times New Roman" w:hAnsi="Times New Roman"/>
          <w:sz w:val="24"/>
          <w:lang w:val="sr-Cyrl-RS"/>
        </w:rPr>
        <w:t>у административног</w:t>
      </w:r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>
        <w:rPr>
          <w:rFonts w:ascii="Times New Roman" w:hAnsi="Times New Roman"/>
          <w:sz w:val="24"/>
          <w:lang w:val="sr-Latn-RS"/>
        </w:rPr>
        <w:t>трансфера</w:t>
      </w:r>
      <w:proofErr w:type="spellEnd"/>
      <w:r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за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плате</w:t>
      </w:r>
      <w:proofErr w:type="spellEnd"/>
      <w:r w:rsidR="00B400FA">
        <w:rPr>
          <w:rFonts w:ascii="Times New Roman" w:hAnsi="Times New Roman"/>
          <w:sz w:val="24"/>
          <w:lang w:val="sr-Cyrl-RS"/>
        </w:rPr>
        <w:t xml:space="preserve"> индиректним корисницима буџета</w:t>
      </w:r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до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proofErr w:type="spellStart"/>
      <w:r w:rsidR="00B400FA">
        <w:rPr>
          <w:rFonts w:ascii="Times New Roman" w:hAnsi="Times New Roman"/>
          <w:sz w:val="24"/>
          <w:lang w:val="sr-Latn-RS"/>
        </w:rPr>
        <w:t>момента</w:t>
      </w:r>
      <w:proofErr w:type="spellEnd"/>
      <w:r w:rsidR="00B400FA">
        <w:rPr>
          <w:rFonts w:ascii="Times New Roman" w:hAnsi="Times New Roman"/>
          <w:sz w:val="24"/>
          <w:lang w:val="sr-Latn-RS"/>
        </w:rPr>
        <w:t xml:space="preserve"> </w:t>
      </w:r>
      <w:r w:rsidR="00B400FA">
        <w:rPr>
          <w:rFonts w:ascii="Times New Roman" w:hAnsi="Times New Roman"/>
          <w:sz w:val="24"/>
          <w:lang w:val="sr-Cyrl-RS"/>
        </w:rPr>
        <w:t xml:space="preserve">отклањања неправилности. </w:t>
      </w:r>
    </w:p>
    <w:p w14:paraId="743DECB7" w14:textId="54B4E0FA" w:rsidR="00557FD5" w:rsidRPr="00557FD5" w:rsidRDefault="00557FD5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Ради ефикаснијег планирања масе средстава за плате неопходно је да сви директни и индиректни буџетски корисници чије се плате ф</w:t>
      </w:r>
      <w:r w:rsidR="005C04CF">
        <w:rPr>
          <w:rFonts w:ascii="Times New Roman" w:hAnsi="Times New Roman"/>
          <w:sz w:val="24"/>
          <w:lang w:val="sr-Cyrl-RS"/>
        </w:rPr>
        <w:t>инансирају из буџета општине Сечањ</w:t>
      </w:r>
      <w:r>
        <w:rPr>
          <w:rFonts w:ascii="Times New Roman" w:hAnsi="Times New Roman"/>
          <w:sz w:val="24"/>
          <w:lang w:val="sr-Cyrl-RS"/>
        </w:rPr>
        <w:t xml:space="preserve"> попуне табеле дате у прилогу број 1. – Преглед броја запослених и средства за плате и исти доставе локалном органу надлежном за финансије.</w:t>
      </w:r>
    </w:p>
    <w:p w14:paraId="06AF0E80" w14:textId="5A61BFFC" w:rsidR="0035752F" w:rsidRDefault="00DC0504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оквиру групе конта која се односе на куповину роба и услуга (група конта 42), потребно је реално планира</w:t>
      </w:r>
      <w:r w:rsidR="001F344F">
        <w:rPr>
          <w:rFonts w:ascii="Times New Roman" w:hAnsi="Times New Roman"/>
          <w:sz w:val="24"/>
          <w:lang w:val="sr-Cyrl-RS"/>
        </w:rPr>
        <w:t>ти средства за ове намене у 20</w:t>
      </w:r>
      <w:r w:rsidR="00134591">
        <w:rPr>
          <w:rFonts w:ascii="Times New Roman" w:hAnsi="Times New Roman"/>
          <w:sz w:val="24"/>
          <w:lang w:val="sr-Cyrl-RS"/>
        </w:rPr>
        <w:t>25</w:t>
      </w:r>
      <w:r>
        <w:rPr>
          <w:rFonts w:ascii="Times New Roman" w:hAnsi="Times New Roman"/>
          <w:sz w:val="24"/>
          <w:lang w:val="sr-Cyrl-RS"/>
        </w:rPr>
        <w:t>. години, а нарочито за извршавање расхода на име сталних трошкова. Препорука је да буџетских корисници у буџетској процедури преиспитају и потребу смањења других накнада за рад које нису обухваћене Законом (уговори о делу, привремени-повремени послови и др.), а све у циљу великих потреба фискалног прилагођавања.</w:t>
      </w:r>
      <w:r w:rsidR="00557FD5">
        <w:rPr>
          <w:rFonts w:ascii="Times New Roman" w:hAnsi="Times New Roman"/>
          <w:sz w:val="24"/>
          <w:lang w:val="sr-Cyrl-RS"/>
        </w:rPr>
        <w:t xml:space="preserve"> </w:t>
      </w:r>
    </w:p>
    <w:p w14:paraId="04CBF07D" w14:textId="77777777" w:rsidR="00DC0504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Набавке административне опреме и осталих основних средстава за редован рад потребно је планирати уз максималне уштеде тако да се врше набавке само неопходних средстава за рад.</w:t>
      </w:r>
    </w:p>
    <w:p w14:paraId="1ED5906D" w14:textId="0D183FCA" w:rsidR="00C32C0F" w:rsidRDefault="00C32C0F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Капитални пројекти су пројекти изградње и капиталног одржавања зграда и грађевинских објеката и инфраструктуре од интереса за Републику Србију, односно локалну власт укључујући услуге пројектног планирања које су саставни део пројекта, обезбеђивање земљишта за изградњу, као и пројекти који подразумевају улагање у опрему, машине и другу </w:t>
      </w:r>
      <w:proofErr w:type="spellStart"/>
      <w:r>
        <w:rPr>
          <w:rFonts w:ascii="Times New Roman" w:hAnsi="Times New Roman"/>
          <w:sz w:val="24"/>
          <w:lang w:val="sr-Cyrl-RS"/>
        </w:rPr>
        <w:t>нефинансијску</w:t>
      </w:r>
      <w:proofErr w:type="spellEnd"/>
      <w:r>
        <w:rPr>
          <w:rFonts w:ascii="Times New Roman" w:hAnsi="Times New Roman"/>
          <w:sz w:val="24"/>
          <w:lang w:val="sr-Cyrl-RS"/>
        </w:rPr>
        <w:t xml:space="preserve"> имовину, а у функцији су јавног интереса.</w:t>
      </w:r>
    </w:p>
    <w:p w14:paraId="564613CF" w14:textId="18BF84CF" w:rsidR="002F2C25" w:rsidRPr="00D62807" w:rsidRDefault="002F2C25" w:rsidP="002F2C25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Средства за финансирање рада политичких странака, културно-уметничких организација, </w:t>
      </w:r>
      <w:proofErr w:type="spellStart"/>
      <w:r>
        <w:rPr>
          <w:rFonts w:ascii="Times New Roman" w:hAnsi="Times New Roman"/>
          <w:sz w:val="24"/>
          <w:lang w:val="sr-Cyrl-RS"/>
        </w:rPr>
        <w:t>социо</w:t>
      </w:r>
      <w:proofErr w:type="spellEnd"/>
      <w:r>
        <w:rPr>
          <w:rFonts w:ascii="Times New Roman" w:hAnsi="Times New Roman"/>
          <w:sz w:val="24"/>
          <w:lang w:val="sr-Cyrl-RS"/>
        </w:rPr>
        <w:t>-хуманитарних организација, спортских организација, медијских кућа од локалног и регионалног значаја и верских заједница ће се планирати у оквиру финансијског плана директног буџетског корисника Општинске управе која ће се додељивати искључиво по спров</w:t>
      </w:r>
      <w:r w:rsidR="00027B8C">
        <w:rPr>
          <w:rFonts w:ascii="Times New Roman" w:hAnsi="Times New Roman"/>
          <w:sz w:val="24"/>
          <w:lang w:val="sr-Cyrl-RS"/>
        </w:rPr>
        <w:t>е</w:t>
      </w:r>
      <w:r>
        <w:rPr>
          <w:rFonts w:ascii="Times New Roman" w:hAnsi="Times New Roman"/>
          <w:sz w:val="24"/>
          <w:lang w:val="sr-Cyrl-RS"/>
        </w:rPr>
        <w:t>деним јавним конкурсима за доделу средстава.</w:t>
      </w:r>
    </w:p>
    <w:p w14:paraId="5972C896" w14:textId="77777777" w:rsidR="00347299" w:rsidRDefault="00347299" w:rsidP="00613052">
      <w:pPr>
        <w:ind w:firstLine="360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 предстојећој табели дат је трогодишњи обим средстава који може да садржи предлог финансијског плана за буџетску годину са пројекцијама за наредне две фискалне године:</w:t>
      </w:r>
    </w:p>
    <w:p w14:paraId="2385FAE9" w14:textId="77777777"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65F77D02" w14:textId="77777777" w:rsidR="00347299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628390B0" w14:textId="4D3BA49F" w:rsidR="00066424" w:rsidRPr="004325A7" w:rsidRDefault="00347299" w:rsidP="00347299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Табела 3. – Лимити укупних </w:t>
      </w:r>
      <w:r w:rsidR="00AB2CCC">
        <w:rPr>
          <w:rFonts w:ascii="Times New Roman" w:hAnsi="Times New Roman"/>
          <w:sz w:val="24"/>
          <w:lang w:val="sr-Cyrl-RS"/>
        </w:rPr>
        <w:t>расхода и издатака по корисницима буџет</w:t>
      </w:r>
      <w:r w:rsidR="001F344F">
        <w:rPr>
          <w:rFonts w:ascii="Times New Roman" w:hAnsi="Times New Roman"/>
          <w:sz w:val="24"/>
          <w:lang w:val="sr-Cyrl-RS"/>
        </w:rPr>
        <w:t>ских средстава за период од 20</w:t>
      </w:r>
      <w:r w:rsidR="004F52DA">
        <w:rPr>
          <w:rFonts w:ascii="Times New Roman" w:hAnsi="Times New Roman"/>
          <w:sz w:val="24"/>
          <w:lang w:val="sr-Cyrl-RS"/>
        </w:rPr>
        <w:t>2</w:t>
      </w:r>
      <w:r w:rsidR="00134591">
        <w:rPr>
          <w:rFonts w:ascii="Times New Roman" w:hAnsi="Times New Roman"/>
          <w:sz w:val="24"/>
          <w:lang w:val="sr-Cyrl-RS"/>
        </w:rPr>
        <w:t>5</w:t>
      </w:r>
      <w:r w:rsidR="001F344F">
        <w:rPr>
          <w:rFonts w:ascii="Times New Roman" w:hAnsi="Times New Roman"/>
          <w:sz w:val="24"/>
          <w:lang w:val="sr-Cyrl-RS"/>
        </w:rPr>
        <w:t>.-202</w:t>
      </w:r>
      <w:r w:rsidR="00134591">
        <w:rPr>
          <w:rFonts w:ascii="Times New Roman" w:hAnsi="Times New Roman"/>
          <w:sz w:val="24"/>
          <w:lang w:val="sr-Cyrl-RS"/>
        </w:rPr>
        <w:t>7</w:t>
      </w:r>
      <w:r w:rsidR="00AB2CCC">
        <w:rPr>
          <w:rFonts w:ascii="Times New Roman" w:hAnsi="Times New Roman"/>
          <w:sz w:val="24"/>
          <w:lang w:val="sr-Cyrl-RS"/>
        </w:rPr>
        <w:t>. године</w:t>
      </w:r>
    </w:p>
    <w:p w14:paraId="6C529D68" w14:textId="155AD038" w:rsidR="00066424" w:rsidRDefault="00066424" w:rsidP="00347299">
      <w:pPr>
        <w:jc w:val="both"/>
        <w:rPr>
          <w:rFonts w:ascii="Times New Roman" w:hAnsi="Times New Roman"/>
          <w:sz w:val="24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74"/>
        <w:gridCol w:w="1780"/>
        <w:gridCol w:w="1711"/>
        <w:gridCol w:w="1734"/>
        <w:gridCol w:w="1847"/>
      </w:tblGrid>
      <w:tr w:rsidR="00357B18" w:rsidRPr="00357B18" w14:paraId="3EE7BD2C" w14:textId="77777777" w:rsidTr="008E3301">
        <w:trPr>
          <w:trHeight w:val="525"/>
        </w:trPr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2914AC7" w14:textId="77777777" w:rsidR="00357B18" w:rsidRPr="00357B18" w:rsidRDefault="00357B18" w:rsidP="00357B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КОРИСНИК ЈАВНИХ СРЕДСТАВА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AEE8B70" w14:textId="59DB67BC" w:rsidR="00357B18" w:rsidRPr="00357B18" w:rsidRDefault="002C1157" w:rsidP="00357B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План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2024</w:t>
            </w:r>
            <w:r w:rsidR="00357B18"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357B18"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C6804AE" w14:textId="37792228" w:rsidR="00357B18" w:rsidRPr="00357B18" w:rsidRDefault="00357B18" w:rsidP="002C11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2C11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1E223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. </w:t>
            </w: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D885B81" w14:textId="7F906D57" w:rsidR="00357B18" w:rsidRPr="00357B18" w:rsidRDefault="00357B18" w:rsidP="002C11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2C11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  <w:tc>
          <w:tcPr>
            <w:tcW w:w="8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32B4AF7" w14:textId="0C1B9F3A" w:rsidR="00357B18" w:rsidRPr="00357B18" w:rsidRDefault="00357B18" w:rsidP="002C115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Пројекција</w:t>
            </w:r>
            <w:proofErr w:type="spellEnd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  <w:proofErr w:type="spellEnd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2C11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годину</w:t>
            </w:r>
            <w:proofErr w:type="spellEnd"/>
          </w:p>
        </w:tc>
      </w:tr>
      <w:tr w:rsidR="00357B18" w:rsidRPr="00357B18" w14:paraId="1860386F" w14:textId="77777777" w:rsidTr="008E3301">
        <w:trPr>
          <w:trHeight w:val="315"/>
        </w:trPr>
        <w:tc>
          <w:tcPr>
            <w:tcW w:w="161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5B5119D9" w14:textId="77777777" w:rsidR="00357B18" w:rsidRPr="00357B18" w:rsidRDefault="00357B18" w:rsidP="00357B1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51598401" w14:textId="77777777" w:rsidR="00357B18" w:rsidRPr="00357B18" w:rsidRDefault="00357B18" w:rsidP="00357B1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22A02F6" w14:textId="77777777" w:rsidR="00357B18" w:rsidRPr="00357B18" w:rsidRDefault="00357B18" w:rsidP="00357B1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50C08716" w14:textId="77777777" w:rsidR="00357B18" w:rsidRPr="00357B18" w:rsidRDefault="00357B18" w:rsidP="00357B1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050B2A3E" w14:textId="77777777" w:rsidR="00357B18" w:rsidRPr="00357B18" w:rsidRDefault="00357B18" w:rsidP="00357B18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357B18" w:rsidRPr="00357B18" w14:paraId="720F3862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BEBC" w14:textId="77777777" w:rsidR="00357B18" w:rsidRPr="00357B18" w:rsidRDefault="00357B18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СКУПШТИНА ОПШТИНЕ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DF05EB" w14:textId="7AB0B415" w:rsidR="00357B18" w:rsidRPr="00975456" w:rsidRDefault="00975456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20.204.360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F2D71E" w14:textId="08352740" w:rsidR="00357B18" w:rsidRPr="00410009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19.299.022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33966E" w14:textId="4B673865" w:rsidR="00357B18" w:rsidRPr="00357B18" w:rsidRDefault="00DB6B43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19.038.117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1ECF9B" w14:textId="03210435" w:rsidR="00357B18" w:rsidRPr="00357B18" w:rsidRDefault="00FF0DEB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20.618.281</w:t>
            </w:r>
          </w:p>
        </w:tc>
      </w:tr>
      <w:tr w:rsidR="00357B18" w:rsidRPr="00357B18" w14:paraId="4786D3E6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07F4" w14:textId="77777777" w:rsidR="00357B18" w:rsidRPr="00357B18" w:rsidRDefault="00357B18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ПРЕДСЕДНИК ОПШТИНЕ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4FB54" w14:textId="34FA549D" w:rsidR="00357B18" w:rsidRPr="00975456" w:rsidRDefault="00975456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9.835.840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AA7744" w14:textId="516BA162" w:rsidR="00357B18" w:rsidRPr="00410009" w:rsidRDefault="004D0B1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6.132.005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AE5CEC" w14:textId="41B27127" w:rsidR="00357B18" w:rsidRPr="00357B18" w:rsidRDefault="002B33AC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7.302.299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2F8ED1" w14:textId="4E1898D1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7.908.389</w:t>
            </w:r>
          </w:p>
        </w:tc>
      </w:tr>
      <w:tr w:rsidR="00357B18" w:rsidRPr="00357B18" w14:paraId="2248DC7D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BEEA8" w14:textId="77777777" w:rsidR="00357B18" w:rsidRPr="00357B18" w:rsidRDefault="00357B18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ОПШТИНСКО ВЕЋЕ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F5D2E" w14:textId="68E9F6C8" w:rsidR="00357B18" w:rsidRPr="00975456" w:rsidRDefault="00975456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7.801.425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265F63" w14:textId="2CEE87AA" w:rsidR="00357B18" w:rsidRPr="00206706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7.084.450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264336" w14:textId="297EF900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9.920.061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D5E55" w14:textId="1E8AD0FB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10.743.426</w:t>
            </w:r>
          </w:p>
        </w:tc>
      </w:tr>
      <w:tr w:rsidR="00113449" w:rsidRPr="00357B18" w14:paraId="17D1C03D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C8C7E" w14:textId="360C2A18" w:rsidR="00113449" w:rsidRPr="00113449" w:rsidRDefault="00113449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ОПШТИНСКА УПРАВА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56B24A" w14:textId="0DA8493D" w:rsidR="00113449" w:rsidRDefault="000F7E36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574.979.411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0285AB" w14:textId="18C827AB" w:rsidR="00113449" w:rsidRPr="00961071" w:rsidRDefault="000F7E36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416.</w:t>
            </w:r>
            <w:r w:rsidR="00B13CF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682.255</w:t>
            </w:r>
            <w:bookmarkStart w:id="0" w:name="_GoBack"/>
            <w:bookmarkEnd w:id="0"/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EC137" w14:textId="6EF8D705" w:rsidR="00113449" w:rsidRPr="00357B18" w:rsidRDefault="00EE4E1C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421.720.343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D761DA" w14:textId="5D9B0758" w:rsidR="00113449" w:rsidRPr="00357B18" w:rsidRDefault="00343F3C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432.953.096</w:t>
            </w:r>
          </w:p>
        </w:tc>
      </w:tr>
      <w:tr w:rsidR="00357B18" w:rsidRPr="00357B18" w14:paraId="5AE5E480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3F79C1" w14:textId="77140A9B" w:rsidR="00357B18" w:rsidRPr="0017405B" w:rsidRDefault="0017405B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Центар за социјални рад општине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2ED2DA" w14:textId="180F0232" w:rsidR="00357B18" w:rsidRPr="00C705F1" w:rsidRDefault="00C705F1" w:rsidP="00C705F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27.425.000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BEB0E" w14:textId="67335497" w:rsidR="00357B18" w:rsidRPr="00206706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27.425.000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556DA7" w14:textId="6477B131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29.052.577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5C52EB" w14:textId="67C5BF57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31.463.940</w:t>
            </w:r>
          </w:p>
        </w:tc>
      </w:tr>
      <w:tr w:rsidR="00357B18" w:rsidRPr="00357B18" w14:paraId="0E2BF058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BE854" w14:textId="3067AAF8" w:rsidR="00357B18" w:rsidRPr="0017405B" w:rsidRDefault="0017405B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Дом здравља општине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8CB295" w14:textId="7DF8BC4E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10.900.000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BF6B0" w14:textId="43F03778" w:rsidR="00357B18" w:rsidRPr="00206706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10.900.000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3A1D2" w14:textId="6A6DDFC3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11.810.992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3ADB6" w14:textId="4881A012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12.791.304</w:t>
            </w:r>
          </w:p>
        </w:tc>
      </w:tr>
      <w:tr w:rsidR="00357B18" w:rsidRPr="00357B18" w14:paraId="7FA2804C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00F8C" w14:textId="113077E5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ПУ „Полетарац“,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5154CF" w14:textId="153D9771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85.124.997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2F7912" w14:textId="6F624420" w:rsidR="00357B18" w:rsidRPr="00206706" w:rsidRDefault="004D0B11" w:rsidP="00812F8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76.440.040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44625B" w14:textId="562CCC3B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79.908.171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7E2D74" w14:textId="7A82ED50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86.540.549</w:t>
            </w:r>
          </w:p>
        </w:tc>
      </w:tr>
      <w:tr w:rsidR="00357B18" w:rsidRPr="00357B18" w14:paraId="010908DF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0D68D" w14:textId="4CD7DFE0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Образовно културни центар,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D3AB46" w14:textId="237E24CF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26.457.623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5E8447" w14:textId="1608677C" w:rsidR="00357B18" w:rsidRPr="00206706" w:rsidRDefault="00812F85" w:rsidP="00A73B72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</w:t>
            </w:r>
            <w:r w:rsidR="00A73B7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5</w:t>
            </w:r>
            <w:r w:rsidR="007312D9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.027.623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058E8F" w14:textId="11DA341C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28.257.318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3AB39A" w14:textId="2D69698D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30.602.675</w:t>
            </w:r>
          </w:p>
        </w:tc>
      </w:tr>
      <w:tr w:rsidR="00357B18" w:rsidRPr="00357B18" w14:paraId="3758584B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5F208" w14:textId="09F0008B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Библиотека“Јован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Дучић“,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42FE64" w14:textId="5BAE5439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13.614.895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260D54" w14:textId="15358871" w:rsidR="00357B18" w:rsidRPr="00206706" w:rsidRDefault="007312D9" w:rsidP="00206706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11.338.006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DA48E6" w14:textId="2E0EB8F5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13.109.948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2B834A" w14:textId="403855E6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14.198.073</w:t>
            </w:r>
          </w:p>
        </w:tc>
      </w:tr>
      <w:tr w:rsidR="00357B18" w:rsidRPr="00357B18" w14:paraId="0D719DC5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007BE" w14:textId="29358D1D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Туристичка организација општине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75F457" w14:textId="099C1C6D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12.858.280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2B9228" w14:textId="0D732802" w:rsidR="00357B18" w:rsidRPr="00206706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9.619.604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2FF97" w14:textId="11AB0C47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10.481.306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435D2" w14:textId="47003BE8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11.351.254</w:t>
            </w:r>
          </w:p>
        </w:tc>
      </w:tr>
      <w:tr w:rsidR="00357B18" w:rsidRPr="00357B18" w14:paraId="451FAC46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E584B" w14:textId="5726218A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4E2B42" w14:textId="007415D6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2.874.241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DE6009" w14:textId="06469320" w:rsidR="00357B18" w:rsidRPr="008A29D2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2.411.251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172A0A" w14:textId="48BC6DD1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2.600.512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B48358" w14:textId="7F00F4AF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2.816.354</w:t>
            </w:r>
          </w:p>
        </w:tc>
      </w:tr>
      <w:tr w:rsidR="00357B18" w:rsidRPr="00357B18" w14:paraId="341C6480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0C315" w14:textId="14840408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Сутјеска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E8EBAC" w14:textId="16B64726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5.295.926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606D2" w14:textId="14217647" w:rsidR="00357B18" w:rsidRPr="008A29D2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4.661.408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057E5" w14:textId="4CBD4841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4.566.988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18A91C" w14:textId="49C79230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4.946.048</w:t>
            </w:r>
          </w:p>
        </w:tc>
      </w:tr>
      <w:tr w:rsidR="00357B18" w:rsidRPr="00357B18" w14:paraId="2E7227BF" w14:textId="77777777" w:rsidTr="008E3301">
        <w:trPr>
          <w:trHeight w:val="780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8475C" w14:textId="17E55E91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Шурјан</w:t>
            </w:r>
            <w:proofErr w:type="spellEnd"/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E66B7D" w14:textId="12F4A1DC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2.929.629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B676CC" w14:textId="4B4F37D1" w:rsidR="00357B18" w:rsidRPr="00396D76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2.424.499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F84887" w14:textId="4E16C6D0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1.919.916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32368" w14:textId="6C865A84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2.079.269</w:t>
            </w:r>
          </w:p>
        </w:tc>
      </w:tr>
      <w:tr w:rsidR="00357B18" w:rsidRPr="00357B18" w14:paraId="5D72A9FB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B917E" w14:textId="5926B8F8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З Б Дубица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B97712" w14:textId="659C033C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2.094.000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19E7BF" w14:textId="2DB4169E" w:rsidR="00357B18" w:rsidRPr="00396D76" w:rsidRDefault="007312D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1.994.000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DC6E1D" w14:textId="4757DAD6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1.484.877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7945AD" w14:textId="6AD1B7E9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1.608.121</w:t>
            </w:r>
          </w:p>
        </w:tc>
      </w:tr>
      <w:tr w:rsidR="00357B18" w:rsidRPr="00357B18" w14:paraId="22473A37" w14:textId="77777777" w:rsidTr="008E3301">
        <w:trPr>
          <w:trHeight w:val="780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EFDB80" w14:textId="3ABA52ED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Неузина</w:t>
            </w:r>
            <w:proofErr w:type="spellEnd"/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BF27AD" w14:textId="016902EB" w:rsidR="00357B18" w:rsidRPr="00C705F1" w:rsidRDefault="00C705F1" w:rsidP="003710D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2.206.210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25D65B" w14:textId="0A08A52E" w:rsidR="00357B18" w:rsidRPr="00396D76" w:rsidRDefault="00851C09" w:rsidP="00533DEC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2.023.511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9D064D" w14:textId="18620FAF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2.372.760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77603" w14:textId="3E8A585C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2.569.699</w:t>
            </w:r>
          </w:p>
        </w:tc>
      </w:tr>
      <w:tr w:rsidR="00357B18" w:rsidRPr="00357B18" w14:paraId="2A3CFBE8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9123D4" w14:textId="45147E5B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Јарковац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18394E" w14:textId="5F21A88E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3.207.635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5B5581" w14:textId="053F6481" w:rsidR="00357B18" w:rsidRPr="00533DEC" w:rsidRDefault="00851C0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2.951.333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C0C7B" w14:textId="0A7C65A2" w:rsidR="00357B18" w:rsidRPr="00357B18" w:rsidRDefault="0064420A" w:rsidP="0064420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3.003.554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A7A3A0" w14:textId="1C75B58E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3.252.848</w:t>
            </w:r>
          </w:p>
        </w:tc>
      </w:tr>
      <w:tr w:rsidR="00357B18" w:rsidRPr="00357B18" w14:paraId="0C5C0861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8B167" w14:textId="6DC003BF" w:rsidR="00357B18" w:rsidRPr="001C53C2" w:rsidRDefault="001C53C2" w:rsidP="00AE7F2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З.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Јаша Томић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DA5FC8" w14:textId="0D03D445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4.276.709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9971AB" w14:textId="33118772" w:rsidR="00357B18" w:rsidRPr="00533DEC" w:rsidRDefault="00851C0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3.781.424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AA95CB" w14:textId="565EB23E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4.056.098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41836F" w14:textId="4AECB6FD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4.392.754</w:t>
            </w:r>
          </w:p>
        </w:tc>
      </w:tr>
      <w:tr w:rsidR="00357B18" w:rsidRPr="00357B18" w14:paraId="618BD10D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A168E" w14:textId="0EC5C423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Конак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000A99" w14:textId="60DB1CD4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2.846.673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A34E38" w14:textId="7EE3B2A2" w:rsidR="00357B18" w:rsidRPr="00533DEC" w:rsidRDefault="00851C0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2.396.333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CB4D9" w14:textId="46710FDB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2.416.632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B2E86F" w14:textId="5AAB6E88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2.617.212</w:t>
            </w:r>
          </w:p>
        </w:tc>
      </w:tr>
      <w:tr w:rsidR="00357B18" w:rsidRPr="00357B18" w14:paraId="559E6B10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FBAAF" w14:textId="4F29187E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Крајишник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09B90B" w14:textId="1CD093AB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3.834.926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0CC34C" w14:textId="72698FE9" w:rsidR="00357B18" w:rsidRPr="00533DEC" w:rsidRDefault="00851C0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3.390.049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AD0E73" w14:textId="4DDB7539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3.582.044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05BCB" w14:textId="3ED57637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3.879.353</w:t>
            </w:r>
          </w:p>
        </w:tc>
      </w:tr>
      <w:tr w:rsidR="00357B18" w:rsidRPr="00357B18" w14:paraId="2BA89C37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E2971" w14:textId="73CCAA05" w:rsidR="00357B18" w:rsidRPr="001C53C2" w:rsidRDefault="001C53C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МЗ</w:t>
            </w:r>
            <w:r w:rsidR="00AE7F2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 Бока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08ABB8" w14:textId="6C78F9C7" w:rsidR="00357B18" w:rsidRPr="00C705F1" w:rsidRDefault="00C705F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4.345.530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B07940" w14:textId="7D51AD67" w:rsidR="00357B18" w:rsidRPr="00533DEC" w:rsidRDefault="00851C09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3.565.156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286A0F" w14:textId="7E87D8BF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3.428.141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79AB2C" w14:textId="36725598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3.712.676</w:t>
            </w:r>
          </w:p>
        </w:tc>
      </w:tr>
      <w:tr w:rsidR="00357B18" w:rsidRPr="00357B18" w14:paraId="5E320488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DACAA" w14:textId="22C8DEFE" w:rsidR="00357B18" w:rsidRPr="006138B3" w:rsidRDefault="006138B3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ОШ. „Алекса Шантић“,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5E8EC" w14:textId="79E50231" w:rsidR="00357B18" w:rsidRPr="00A3670E" w:rsidRDefault="00A3670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9.083.980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5869F" w14:textId="75D1A142" w:rsidR="00357B18" w:rsidRPr="00B03347" w:rsidRDefault="00877D30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7.812.480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9A2FEB" w14:textId="656FBDDF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9.209.345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D2005" w14:textId="0EFBEE19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9.973.720</w:t>
            </w:r>
          </w:p>
        </w:tc>
      </w:tr>
      <w:tr w:rsidR="001C53C2" w:rsidRPr="00357B18" w14:paraId="21F56D35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8C6C9" w14:textId="65B02CDC" w:rsidR="001C53C2" w:rsidRPr="006138B3" w:rsidRDefault="006138B3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ОШ. „Браћа Стефановић“,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Неузина</w:t>
            </w:r>
            <w:proofErr w:type="spellEnd"/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EEE5A" w14:textId="5A9C4728" w:rsidR="001C53C2" w:rsidRPr="00A3670E" w:rsidRDefault="00A3670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10.478.840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1ACAAA" w14:textId="4AB3F073" w:rsidR="001C53C2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9.458.840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DD98AC" w14:textId="5E43E5C9" w:rsidR="001C53C2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9.358.368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6F22C" w14:textId="05905BDD" w:rsidR="001C53C2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10.135.112</w:t>
            </w:r>
          </w:p>
        </w:tc>
      </w:tr>
      <w:tr w:rsidR="001C53C2" w:rsidRPr="00357B18" w14:paraId="48002802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47D4F" w14:textId="717977E0" w:rsidR="001C53C2" w:rsidRPr="006138B3" w:rsidRDefault="006138B3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ОШ. „Вељко Ђуричин“,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Јарковац</w:t>
            </w:r>
            <w:proofErr w:type="spellEnd"/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081498" w14:textId="74C1E59D" w:rsidR="001C53C2" w:rsidRPr="00A3670E" w:rsidRDefault="00A3670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9.693.224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0ADD58" w14:textId="56EEAE54" w:rsidR="001C53C2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8.648.224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DA2F71" w14:textId="0ABF93CE" w:rsidR="001C53C2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10.115.829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5ADDE9" w14:textId="248E6235" w:rsidR="001C53C2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10.955.442</w:t>
            </w:r>
          </w:p>
        </w:tc>
      </w:tr>
      <w:tr w:rsidR="001C53C2" w:rsidRPr="00357B18" w14:paraId="622D65B9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55B06" w14:textId="42B4EA06" w:rsidR="001C53C2" w:rsidRPr="006138B3" w:rsidRDefault="006138B3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ОШ „Вук Караџић“, Конак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61DC35" w14:textId="75EC1BC9" w:rsidR="001C53C2" w:rsidRPr="00A3670E" w:rsidRDefault="00A3670E" w:rsidP="00471B2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7.519.892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49ADBB" w14:textId="5D04EB68" w:rsidR="001C53C2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6.262.392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A958E" w14:textId="3FB3F322" w:rsidR="001C53C2" w:rsidRPr="00357B18" w:rsidRDefault="0064420A" w:rsidP="0064420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7.333.258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685262" w14:textId="6050DE19" w:rsidR="001C53C2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7.941.918</w:t>
            </w:r>
          </w:p>
        </w:tc>
      </w:tr>
      <w:tr w:rsidR="00357B18" w:rsidRPr="00357B18" w14:paraId="1A0482FE" w14:textId="77777777" w:rsidTr="008E3301">
        <w:trPr>
          <w:trHeight w:val="52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4AF66" w14:textId="3CE9140E" w:rsidR="00357B18" w:rsidRPr="006138B3" w:rsidRDefault="006138B3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ОШ „Жарко Зрењанин“, Бока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9A3B0" w14:textId="6A42EA92" w:rsidR="00357B18" w:rsidRPr="00A3670E" w:rsidRDefault="00A3670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8.131.692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9634A" w14:textId="14CC3F36" w:rsidR="00357B18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7.140.192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E2EB3E" w14:textId="088A5634" w:rsidR="00357B18" w:rsidRPr="00357B18" w:rsidRDefault="0064420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7.822.879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678FCD" w14:textId="56C4DBC3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8.472.177</w:t>
            </w:r>
          </w:p>
        </w:tc>
      </w:tr>
      <w:tr w:rsidR="006138B3" w:rsidRPr="00357B18" w14:paraId="02C667B0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5CD7F" w14:textId="12D331EF" w:rsidR="006138B3" w:rsidRPr="006138B3" w:rsidRDefault="006138B3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ОШ. „Иво Лола Рибар“, Сутјеска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894B2B" w14:textId="6322B1D5" w:rsidR="006138B3" w:rsidRPr="00A3670E" w:rsidRDefault="00A3670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12.298.688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575C7" w14:textId="25C97B0D" w:rsidR="006138B3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8.960.888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54463C" w14:textId="4BD44235" w:rsidR="006138B3" w:rsidRPr="00357B18" w:rsidRDefault="00DF626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11.304.556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737D9" w14:textId="14F0B8EB" w:rsidR="006138B3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12.242.834</w:t>
            </w:r>
          </w:p>
        </w:tc>
      </w:tr>
      <w:tr w:rsidR="00357B18" w:rsidRPr="00357B18" w14:paraId="588886AA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CDC81" w14:textId="0191BDD0" w:rsidR="00357B18" w:rsidRPr="00CB5502" w:rsidRDefault="00CB550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ОШ. „Славко Ромић“, Крајишник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F407D2" w14:textId="16FFF9CB" w:rsidR="00357B18" w:rsidRPr="00A3670E" w:rsidRDefault="00A3670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8.806.000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DCDDA8" w14:textId="51A6A768" w:rsidR="00357B18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8.272.200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02BC1" w14:textId="0ADA263F" w:rsidR="00357B18" w:rsidRPr="00357B18" w:rsidRDefault="00DF626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9.132.057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0B6E05" w14:textId="63FB5DDE" w:rsidR="00357B18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9.890.017</w:t>
            </w:r>
          </w:p>
        </w:tc>
      </w:tr>
      <w:tr w:rsidR="00CB5502" w:rsidRPr="00357B18" w14:paraId="2329515C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AF962" w14:textId="7257C810" w:rsidR="00CB5502" w:rsidRPr="00CB5502" w:rsidRDefault="00CB550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lastRenderedPageBreak/>
              <w:t>ОШ. „Стеван Алексић“, Јаша Томић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DDA2D" w14:textId="4E5811FA" w:rsidR="00CB5502" w:rsidRPr="00A3783E" w:rsidRDefault="00A3783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10.070.528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F7C552" w14:textId="3BDCE49F" w:rsidR="00CB5502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9.000.528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598D84" w14:textId="2659BD14" w:rsidR="00CB5502" w:rsidRPr="00357B18" w:rsidRDefault="00DF626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9.726.735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96D9AB" w14:textId="072B27E0" w:rsidR="00CB5502" w:rsidRPr="00357B18" w:rsidRDefault="0059466A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10.534.054</w:t>
            </w:r>
          </w:p>
        </w:tc>
      </w:tr>
      <w:tr w:rsidR="00357B18" w:rsidRPr="00357B18" w14:paraId="16725CFE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3013A" w14:textId="2C678981" w:rsidR="00357B18" w:rsidRPr="00CB5502" w:rsidRDefault="00CB5502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Средња школа „Вук Караџић“, Сечањ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72BCE6" w14:textId="6C02F481" w:rsidR="00357B18" w:rsidRPr="005D3B76" w:rsidRDefault="00A3783E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14.863.274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5B18C" w14:textId="39229BED" w:rsidR="00357B18" w:rsidRPr="00B03347" w:rsidRDefault="009417C2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12.865.984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93A93" w14:textId="06838FE7" w:rsidR="00357B18" w:rsidRPr="00357B18" w:rsidRDefault="00DF6261" w:rsidP="00357B18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13.924.369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8F6D6" w14:textId="7E053394" w:rsidR="00357B18" w:rsidRPr="00357B18" w:rsidRDefault="0059466A" w:rsidP="0059466A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15.080.091</w:t>
            </w:r>
          </w:p>
        </w:tc>
      </w:tr>
      <w:tr w:rsidR="00357B18" w:rsidRPr="00357B18" w14:paraId="45F9359D" w14:textId="77777777" w:rsidTr="008E3301">
        <w:trPr>
          <w:trHeight w:val="315"/>
        </w:trPr>
        <w:tc>
          <w:tcPr>
            <w:tcW w:w="16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3C662975" w14:textId="580A457C" w:rsidR="00357B18" w:rsidRPr="00F0757C" w:rsidRDefault="00357B18" w:rsidP="00357B18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357B1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УКУПНО</w:t>
            </w:r>
            <w:r w:rsidR="00F075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8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</w:tcPr>
          <w:p w14:paraId="36513549" w14:textId="2A3897E4" w:rsidR="00211E27" w:rsidRPr="00211E27" w:rsidRDefault="008F3535" w:rsidP="00211E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914.059.428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</w:tcPr>
          <w:p w14:paraId="64760BCE" w14:textId="1AEC31F8" w:rsidR="00357B18" w:rsidRPr="00812F85" w:rsidRDefault="009E24D4" w:rsidP="00357B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Cyrl-RS"/>
              </w:rPr>
              <w:t>717.968.697</w:t>
            </w:r>
          </w:p>
        </w:tc>
        <w:tc>
          <w:tcPr>
            <w:tcW w:w="8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</w:tcPr>
          <w:p w14:paraId="1FAFD952" w14:textId="447B8295" w:rsidR="00357B18" w:rsidRPr="00357B18" w:rsidRDefault="00990B44" w:rsidP="00990B4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747.960.050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center"/>
          </w:tcPr>
          <w:p w14:paraId="3830DF74" w14:textId="22CAB692" w:rsidR="00357B18" w:rsidRPr="00357B18" w:rsidRDefault="00483145" w:rsidP="00357B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786.270.686</w:t>
            </w:r>
          </w:p>
        </w:tc>
      </w:tr>
    </w:tbl>
    <w:p w14:paraId="57F2BDB3" w14:textId="77777777" w:rsidR="00357B18" w:rsidRPr="00066424" w:rsidRDefault="00357B18" w:rsidP="00347299">
      <w:pPr>
        <w:jc w:val="both"/>
        <w:rPr>
          <w:rFonts w:ascii="Times New Roman" w:hAnsi="Times New Roman"/>
          <w:sz w:val="24"/>
          <w:lang w:val="sr-Latn-RS"/>
        </w:rPr>
      </w:pPr>
    </w:p>
    <w:p w14:paraId="3CBB7B96" w14:textId="77777777" w:rsidR="0059125D" w:rsidRDefault="0059125D" w:rsidP="00347299">
      <w:pPr>
        <w:jc w:val="both"/>
        <w:rPr>
          <w:rFonts w:ascii="Times New Roman" w:hAnsi="Times New Roman"/>
          <w:sz w:val="24"/>
          <w:lang w:val="sr-Cyrl-RS"/>
        </w:rPr>
      </w:pPr>
    </w:p>
    <w:p w14:paraId="14E5147C" w14:textId="77777777" w:rsidR="00F23DD5" w:rsidRDefault="00F23DD5" w:rsidP="008826B3">
      <w:pPr>
        <w:ind w:firstLine="357"/>
        <w:jc w:val="both"/>
        <w:rPr>
          <w:rFonts w:ascii="Times New Roman" w:hAnsi="Times New Roman"/>
          <w:sz w:val="24"/>
          <w:lang w:val="sr-Cyrl-RS"/>
        </w:rPr>
      </w:pPr>
    </w:p>
    <w:p w14:paraId="334F8555" w14:textId="5755C928" w:rsidR="00F23DD5" w:rsidRDefault="00F23DD5" w:rsidP="00F23DD5">
      <w:pPr>
        <w:pStyle w:val="ListParagraph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Поступак и дина</w:t>
      </w:r>
      <w:r w:rsidR="0017405B">
        <w:rPr>
          <w:rFonts w:ascii="Times New Roman" w:hAnsi="Times New Roman"/>
          <w:b/>
          <w:sz w:val="24"/>
          <w:lang w:val="sr-Cyrl-RS"/>
        </w:rPr>
        <w:t>мика припреме буџета општине Сечањ</w:t>
      </w:r>
      <w:r>
        <w:rPr>
          <w:rFonts w:ascii="Times New Roman" w:hAnsi="Times New Roman"/>
          <w:b/>
          <w:sz w:val="24"/>
          <w:lang w:val="sr-Cyrl-RS"/>
        </w:rPr>
        <w:t xml:space="preserve"> и предлога финансијских планова буџетских корисника</w:t>
      </w:r>
    </w:p>
    <w:p w14:paraId="0CBACEC5" w14:textId="77777777" w:rsidR="00F23DD5" w:rsidRDefault="00F23DD5" w:rsidP="00F23DD5">
      <w:pPr>
        <w:jc w:val="both"/>
        <w:rPr>
          <w:rFonts w:ascii="Times New Roman" w:hAnsi="Times New Roman"/>
          <w:b/>
          <w:sz w:val="24"/>
          <w:lang w:val="sr-Cyrl-RS"/>
        </w:rPr>
      </w:pPr>
    </w:p>
    <w:p w14:paraId="759B1A94" w14:textId="77777777" w:rsidR="00F23DD5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 складу са одредбама Закона о буџетском систему, по доношењу Фискалне стратегије и Упутства за израду одлуке о буџету локалне власти од стране Министарства финансија, јединице локалне самоуправе доносе Упутство за израду одлуке о буџету за своје буџетске кориснике. </w:t>
      </w:r>
    </w:p>
    <w:p w14:paraId="5A5796C0" w14:textId="78B56DDF" w:rsidR="00441B43" w:rsidRDefault="00441B43" w:rsidP="00441B43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Предлог за и</w:t>
      </w:r>
      <w:r w:rsidR="004325A7">
        <w:rPr>
          <w:rFonts w:ascii="Times New Roman" w:hAnsi="Times New Roman"/>
          <w:sz w:val="24"/>
          <w:lang w:val="sr-Cyrl-RS"/>
        </w:rPr>
        <w:t>зраду финансијског плана за 20</w:t>
      </w:r>
      <w:r w:rsidR="00104A24">
        <w:rPr>
          <w:rFonts w:ascii="Times New Roman" w:hAnsi="Times New Roman"/>
          <w:sz w:val="24"/>
          <w:lang w:val="sr-Cyrl-RS"/>
        </w:rPr>
        <w:t>2</w:t>
      </w:r>
      <w:r w:rsidR="00097AE3">
        <w:rPr>
          <w:rFonts w:ascii="Times New Roman" w:hAnsi="Times New Roman"/>
          <w:sz w:val="24"/>
          <w:lang w:val="sr-Cyrl-RS"/>
        </w:rPr>
        <w:t>5</w:t>
      </w:r>
      <w:r>
        <w:rPr>
          <w:rFonts w:ascii="Times New Roman" w:hAnsi="Times New Roman"/>
          <w:sz w:val="24"/>
          <w:lang w:val="sr-Cyrl-RS"/>
        </w:rPr>
        <w:t>. годину састоји се од:</w:t>
      </w:r>
    </w:p>
    <w:p w14:paraId="6D3F2EAC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Прилог 1 – Преглед броја запослених и средства за плате,</w:t>
      </w:r>
    </w:p>
    <w:p w14:paraId="2BEE5E0B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Обрасци за програмско буџетирање (програми и програмске активности/пројекти),</w:t>
      </w:r>
    </w:p>
    <w:p w14:paraId="729A92A7" w14:textId="77777777" w:rsidR="00441B43" w:rsidRDefault="00441B43" w:rsidP="00441B43">
      <w:pPr>
        <w:pStyle w:val="ListParagraph"/>
        <w:numPr>
          <w:ilvl w:val="0"/>
          <w:numId w:val="39"/>
        </w:num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Финансијски план</w:t>
      </w:r>
      <w:r w:rsidR="00104A24">
        <w:rPr>
          <w:rFonts w:ascii="Times New Roman" w:hAnsi="Times New Roman"/>
          <w:sz w:val="24"/>
          <w:lang w:val="sr-Cyrl-RS"/>
        </w:rPr>
        <w:t>,</w:t>
      </w:r>
      <w:r w:rsidR="00AF68D5">
        <w:rPr>
          <w:rFonts w:ascii="Times New Roman" w:hAnsi="Times New Roman"/>
          <w:sz w:val="24"/>
          <w:lang w:val="sr-Cyrl-RS"/>
        </w:rPr>
        <w:t xml:space="preserve"> </w:t>
      </w:r>
    </w:p>
    <w:p w14:paraId="2EF8F586" w14:textId="3BF8D8BB" w:rsidR="00AF68D5" w:rsidRDefault="009243C8" w:rsidP="00AF68D5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План родно одговорног буџетирања</w:t>
      </w:r>
    </w:p>
    <w:p w14:paraId="4FD9349D" w14:textId="2C3C3A50" w:rsidR="00602D2C" w:rsidRPr="00380BAA" w:rsidRDefault="00104A24" w:rsidP="00380BAA">
      <w:pPr>
        <w:pStyle w:val="ListParagraph"/>
        <w:numPr>
          <w:ilvl w:val="0"/>
          <w:numId w:val="39"/>
        </w:numPr>
        <w:spacing w:after="0"/>
        <w:ind w:left="714" w:hanging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Захтев за додатна средства.</w:t>
      </w:r>
    </w:p>
    <w:p w14:paraId="5AC441BA" w14:textId="11DF2D21" w:rsidR="00972F12" w:rsidRDefault="00AF68D5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Предлог финансијског плана за буџетску и наредне две фискалне године треба доставити на прописаним обрасцима који </w:t>
      </w:r>
      <w:r w:rsidR="0017405B">
        <w:rPr>
          <w:rFonts w:ascii="Times New Roman" w:hAnsi="Times New Roman"/>
          <w:sz w:val="24"/>
          <w:lang w:val="sr-Cyrl-RS"/>
        </w:rPr>
        <w:t>су доступни на сајту општине Сечањ</w:t>
      </w:r>
      <w:r>
        <w:rPr>
          <w:rFonts w:ascii="Times New Roman" w:hAnsi="Times New Roman"/>
          <w:sz w:val="24"/>
          <w:lang w:val="sr-Cyrl-RS"/>
        </w:rPr>
        <w:t xml:space="preserve"> (</w:t>
      </w:r>
      <w:r w:rsidR="0017405B">
        <w:rPr>
          <w:rFonts w:ascii="Times New Roman" w:hAnsi="Times New Roman"/>
          <w:sz w:val="24"/>
          <w:lang w:val="sr-Latn-RS"/>
        </w:rPr>
        <w:t>www.</w:t>
      </w:r>
      <w:proofErr w:type="spellStart"/>
      <w:r w:rsidR="0017405B">
        <w:rPr>
          <w:rFonts w:ascii="Times New Roman" w:hAnsi="Times New Roman"/>
          <w:sz w:val="24"/>
        </w:rPr>
        <w:t>secanj</w:t>
      </w:r>
      <w:proofErr w:type="spellEnd"/>
      <w:r>
        <w:rPr>
          <w:rFonts w:ascii="Times New Roman" w:hAnsi="Times New Roman"/>
          <w:sz w:val="24"/>
          <w:lang w:val="sr-Latn-RS"/>
        </w:rPr>
        <w:t>.</w:t>
      </w:r>
      <w:proofErr w:type="spellStart"/>
      <w:r>
        <w:rPr>
          <w:rFonts w:ascii="Times New Roman" w:hAnsi="Times New Roman"/>
          <w:sz w:val="24"/>
          <w:lang w:val="sr-Latn-RS"/>
        </w:rPr>
        <w:t>rs</w:t>
      </w:r>
      <w:proofErr w:type="spellEnd"/>
      <w:r>
        <w:rPr>
          <w:rFonts w:ascii="Times New Roman" w:hAnsi="Times New Roman"/>
          <w:sz w:val="24"/>
          <w:lang w:val="sr-Latn-RS"/>
        </w:rPr>
        <w:t xml:space="preserve">). </w:t>
      </w:r>
      <w:r>
        <w:rPr>
          <w:rFonts w:ascii="Times New Roman" w:hAnsi="Times New Roman"/>
          <w:sz w:val="24"/>
          <w:lang w:val="sr-Cyrl-RS"/>
        </w:rPr>
        <w:t>Предлог се доставља у писаном облику, потписан од стране овлашћеног лица буџетског корисника и оверен печатом. Образложење финансијског плана мора бити детаљно написано</w:t>
      </w:r>
      <w:r w:rsidR="00972F12">
        <w:rPr>
          <w:rFonts w:ascii="Times New Roman" w:hAnsi="Times New Roman"/>
          <w:sz w:val="24"/>
          <w:lang w:val="sr-Cyrl-RS"/>
        </w:rPr>
        <w:t xml:space="preserve"> за сваку ставку која се планира (извор финансирања, правни основ финансирања при чему је довољно само навести пропис и члан на који се буџетски корисник позива, потребне количине појединих роба или услуга неопходних за функционисање исказаних у адекватним физичким јединицама мере као и цене по јединици, рок трајања уговора уколико се расходи планирају у склад</w:t>
      </w:r>
      <w:r w:rsidR="004325A7">
        <w:rPr>
          <w:rFonts w:ascii="Times New Roman" w:hAnsi="Times New Roman"/>
          <w:sz w:val="24"/>
          <w:lang w:val="sr-Cyrl-RS"/>
        </w:rPr>
        <w:t>у са уговорима закљученим у 20</w:t>
      </w:r>
      <w:r w:rsidR="009B5767">
        <w:rPr>
          <w:rFonts w:ascii="Times New Roman" w:hAnsi="Times New Roman"/>
          <w:sz w:val="24"/>
          <w:lang w:val="sr-Cyrl-RS"/>
        </w:rPr>
        <w:t>2</w:t>
      </w:r>
      <w:r w:rsidR="00097AE3">
        <w:rPr>
          <w:rFonts w:ascii="Times New Roman" w:hAnsi="Times New Roman"/>
          <w:sz w:val="24"/>
          <w:lang w:val="sr-Cyrl-RS"/>
        </w:rPr>
        <w:t>4</w:t>
      </w:r>
      <w:r w:rsidR="00972F12">
        <w:rPr>
          <w:rFonts w:ascii="Times New Roman" w:hAnsi="Times New Roman"/>
          <w:sz w:val="24"/>
          <w:lang w:val="sr-Cyrl-RS"/>
        </w:rPr>
        <w:t xml:space="preserve">. години и све остале информације од значаја). </w:t>
      </w:r>
    </w:p>
    <w:p w14:paraId="361A5C7B" w14:textId="16D55CDC" w:rsidR="00863FE1" w:rsidRDefault="00972F12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Предлози</w:t>
      </w:r>
      <w:r w:rsidR="00863FE1">
        <w:rPr>
          <w:rFonts w:ascii="Times New Roman" w:hAnsi="Times New Roman"/>
          <w:sz w:val="24"/>
          <w:lang w:val="sr-Cyrl-RS"/>
        </w:rPr>
        <w:t xml:space="preserve"> финансијских планова буџетских корисника морају бити достављени Одељењу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 w:rsidR="004325A7">
        <w:rPr>
          <w:rFonts w:ascii="Times New Roman" w:hAnsi="Times New Roman"/>
          <w:sz w:val="24"/>
          <w:lang w:val="sr-Cyrl-RS"/>
        </w:rPr>
        <w:t xml:space="preserve"> 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 xml:space="preserve">најкасније до </w:t>
      </w:r>
      <w:r w:rsidR="00097AE3">
        <w:rPr>
          <w:rFonts w:ascii="Times New Roman" w:hAnsi="Times New Roman"/>
          <w:b/>
          <w:sz w:val="24"/>
          <w:u w:val="single"/>
          <w:lang w:val="sr-Cyrl-RS"/>
        </w:rPr>
        <w:t>01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0</w:t>
      </w:r>
      <w:r w:rsidR="0017405B">
        <w:rPr>
          <w:rFonts w:ascii="Times New Roman" w:hAnsi="Times New Roman"/>
          <w:b/>
          <w:sz w:val="24"/>
          <w:u w:val="single"/>
          <w:lang w:val="sr-Cyrl-RS"/>
        </w:rPr>
        <w:t>9</w:t>
      </w:r>
      <w:r w:rsidR="00104A24">
        <w:rPr>
          <w:rFonts w:ascii="Times New Roman" w:hAnsi="Times New Roman"/>
          <w:b/>
          <w:sz w:val="24"/>
          <w:u w:val="single"/>
          <w:lang w:val="sr-Cyrl-RS"/>
        </w:rPr>
        <w:t>.</w:t>
      </w:r>
      <w:r w:rsidR="004325A7" w:rsidRPr="00557B82">
        <w:rPr>
          <w:rFonts w:ascii="Times New Roman" w:hAnsi="Times New Roman"/>
          <w:b/>
          <w:sz w:val="24"/>
          <w:u w:val="single"/>
          <w:lang w:val="sr-Cyrl-RS"/>
        </w:rPr>
        <w:t>20</w:t>
      </w:r>
      <w:r w:rsidR="00097AE3">
        <w:rPr>
          <w:rFonts w:ascii="Times New Roman" w:hAnsi="Times New Roman"/>
          <w:b/>
          <w:sz w:val="24"/>
          <w:u w:val="single"/>
          <w:lang w:val="sr-Cyrl-RS"/>
        </w:rPr>
        <w:t>24</w:t>
      </w:r>
      <w:r w:rsidR="00863FE1" w:rsidRPr="00557B82">
        <w:rPr>
          <w:rFonts w:ascii="Times New Roman" w:hAnsi="Times New Roman"/>
          <w:b/>
          <w:sz w:val="24"/>
          <w:u w:val="single"/>
          <w:lang w:val="sr-Cyrl-RS"/>
        </w:rPr>
        <w:t>. године.</w:t>
      </w:r>
    </w:p>
    <w:p w14:paraId="2C5AA158" w14:textId="77777777" w:rsidR="00863FE1" w:rsidRDefault="00863FE1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Након што у датом року прикупи сва потребна документа и информације, Одељење за </w:t>
      </w:r>
      <w:r w:rsidR="00F63C1D">
        <w:rPr>
          <w:rFonts w:ascii="Times New Roman" w:hAnsi="Times New Roman"/>
          <w:sz w:val="24"/>
          <w:lang w:val="sr-Cyrl-RS"/>
        </w:rPr>
        <w:t>буџет и финансије</w:t>
      </w:r>
      <w:r>
        <w:rPr>
          <w:rFonts w:ascii="Times New Roman" w:hAnsi="Times New Roman"/>
          <w:sz w:val="24"/>
          <w:lang w:val="sr-Cyrl-RS"/>
        </w:rPr>
        <w:t xml:space="preserve"> отпочиње процедуру разматрања предлога и захтева корисника буџетских средстава. Оно се врши на основу њихове усаглашености са циљевима локалне политике утврђене Упутством, предложеним обимом њихових примања и издатака као и анализом других података и објашњења који се налазе у предлогу финансијских планова.</w:t>
      </w:r>
    </w:p>
    <w:p w14:paraId="2BEC6B76" w14:textId="6122B2E5" w:rsidR="00AF68D5" w:rsidRDefault="0017405B" w:rsidP="00AF68D5">
      <w:pPr>
        <w:ind w:firstLine="357"/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Скупштина општине Сечањ</w:t>
      </w:r>
      <w:r w:rsidR="00863FE1">
        <w:rPr>
          <w:rFonts w:ascii="Times New Roman" w:hAnsi="Times New Roman"/>
          <w:sz w:val="24"/>
          <w:lang w:val="sr-Cyrl-RS"/>
        </w:rPr>
        <w:t xml:space="preserve"> ће усвојити одлуку о буџету</w:t>
      </w:r>
      <w:r w:rsidR="004325A7">
        <w:rPr>
          <w:rFonts w:ascii="Times New Roman" w:hAnsi="Times New Roman"/>
          <w:sz w:val="24"/>
          <w:lang w:val="sr-Cyrl-RS"/>
        </w:rPr>
        <w:t xml:space="preserve"> најкасније до 20. децембра 20</w:t>
      </w:r>
      <w:r w:rsidR="009B5767">
        <w:rPr>
          <w:rFonts w:ascii="Times New Roman" w:hAnsi="Times New Roman"/>
          <w:sz w:val="24"/>
          <w:lang w:val="sr-Cyrl-RS"/>
        </w:rPr>
        <w:t>2</w:t>
      </w:r>
      <w:r w:rsidR="00097AE3">
        <w:rPr>
          <w:rFonts w:ascii="Times New Roman" w:hAnsi="Times New Roman"/>
          <w:sz w:val="24"/>
          <w:lang w:val="sr-Cyrl-RS"/>
        </w:rPr>
        <w:t>4</w:t>
      </w:r>
      <w:r w:rsidR="00863FE1">
        <w:rPr>
          <w:rFonts w:ascii="Times New Roman" w:hAnsi="Times New Roman"/>
          <w:sz w:val="24"/>
          <w:lang w:val="sr-Cyrl-RS"/>
        </w:rPr>
        <w:t>. године и исту ће локални орган управе надлежан за финансије доставити Министарству финансиј</w:t>
      </w:r>
      <w:r w:rsidR="004325A7">
        <w:rPr>
          <w:rFonts w:ascii="Times New Roman" w:hAnsi="Times New Roman"/>
          <w:sz w:val="24"/>
          <w:lang w:val="sr-Cyrl-RS"/>
        </w:rPr>
        <w:t>а</w:t>
      </w:r>
      <w:r w:rsidR="00863FE1">
        <w:rPr>
          <w:rFonts w:ascii="Times New Roman" w:hAnsi="Times New Roman"/>
          <w:sz w:val="24"/>
          <w:lang w:val="sr-Cyrl-RS"/>
        </w:rPr>
        <w:t xml:space="preserve"> у року од 5 дана.</w:t>
      </w:r>
      <w:r w:rsidR="00972F12">
        <w:rPr>
          <w:rFonts w:ascii="Times New Roman" w:hAnsi="Times New Roman"/>
          <w:sz w:val="24"/>
          <w:lang w:val="sr-Cyrl-RS"/>
        </w:rPr>
        <w:t xml:space="preserve">   </w:t>
      </w:r>
    </w:p>
    <w:p w14:paraId="0B35E332" w14:textId="75B0A0F1" w:rsidR="00097AE3" w:rsidRPr="00A838A1" w:rsidRDefault="00097AE3" w:rsidP="00AF68D5">
      <w:pPr>
        <w:ind w:firstLine="357"/>
        <w:jc w:val="both"/>
        <w:rPr>
          <w:rFonts w:ascii="Times New Roman" w:hAnsi="Times New Roman"/>
          <w:b/>
          <w:sz w:val="36"/>
          <w:szCs w:val="36"/>
          <w:lang w:val="sr-Cyrl-RS"/>
        </w:rPr>
      </w:pPr>
      <w:r w:rsidRPr="00A838A1">
        <w:rPr>
          <w:rFonts w:ascii="Times New Roman" w:hAnsi="Times New Roman"/>
          <w:b/>
          <w:sz w:val="36"/>
          <w:szCs w:val="36"/>
          <w:lang w:val="sr-Cyrl-RS"/>
        </w:rPr>
        <w:t>Ове године је неопходно раније послати предлоге финансијских планова из разлога што су јединице локалне самоуправе у обавези да Нацрт Одлуке о буџету  учитају у тесни Систем за п</w:t>
      </w:r>
      <w:r w:rsidR="00A838A1" w:rsidRPr="00A838A1">
        <w:rPr>
          <w:rFonts w:ascii="Times New Roman" w:hAnsi="Times New Roman"/>
          <w:b/>
          <w:sz w:val="36"/>
          <w:szCs w:val="36"/>
          <w:lang w:val="sr-Cyrl-RS"/>
        </w:rPr>
        <w:t>рипрему, извршење, рачуноводство и извештавање СПИРИ  до 1. новембра 2024. године.</w:t>
      </w:r>
    </w:p>
    <w:p w14:paraId="7B179073" w14:textId="3D6688A9" w:rsidR="005D6BD5" w:rsidRPr="00A838A1" w:rsidRDefault="005D6BD5" w:rsidP="00B824C2">
      <w:pPr>
        <w:jc w:val="both"/>
        <w:rPr>
          <w:rFonts w:ascii="Times New Roman" w:hAnsi="Times New Roman"/>
          <w:b/>
          <w:sz w:val="36"/>
          <w:szCs w:val="36"/>
          <w:lang w:val="sr-Cyrl-RS"/>
        </w:rPr>
      </w:pPr>
    </w:p>
    <w:p w14:paraId="520D9066" w14:textId="77777777" w:rsidR="005D6BD5" w:rsidRDefault="005D6BD5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6D69865F" w14:textId="77777777" w:rsidR="00B824C2" w:rsidRDefault="00B824C2" w:rsidP="00B824C2">
      <w:pPr>
        <w:jc w:val="both"/>
        <w:rPr>
          <w:rFonts w:ascii="Times New Roman" w:hAnsi="Times New Roman"/>
          <w:sz w:val="24"/>
          <w:lang w:val="sr-Cyrl-RS"/>
        </w:rPr>
      </w:pPr>
    </w:p>
    <w:p w14:paraId="0454EB3E" w14:textId="53B2FEF7" w:rsidR="00B824C2" w:rsidRPr="00D63D9D" w:rsidRDefault="00D63D9D" w:rsidP="0017405B">
      <w:pPr>
        <w:jc w:val="both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 xml:space="preserve">Руководилац одељења </w:t>
      </w:r>
    </w:p>
    <w:p w14:paraId="48D15F66" w14:textId="77777777" w:rsidR="00B824C2" w:rsidRPr="00D63D9D" w:rsidRDefault="00B824C2" w:rsidP="0017405B">
      <w:pPr>
        <w:jc w:val="both"/>
        <w:rPr>
          <w:rFonts w:ascii="Times New Roman" w:hAnsi="Times New Roman"/>
          <w:b/>
          <w:sz w:val="24"/>
          <w:lang w:val="sr-Cyrl-RS"/>
        </w:rPr>
      </w:pPr>
    </w:p>
    <w:p w14:paraId="23459689" w14:textId="77777777" w:rsidR="00B824C2" w:rsidRPr="00D63D9D" w:rsidRDefault="00B824C2" w:rsidP="0017405B">
      <w:pPr>
        <w:jc w:val="both"/>
        <w:rPr>
          <w:rFonts w:ascii="Times New Roman" w:hAnsi="Times New Roman"/>
          <w:b/>
          <w:sz w:val="24"/>
          <w:lang w:val="sr-Cyrl-RS"/>
        </w:rPr>
      </w:pP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  <w:t>___________________</w:t>
      </w:r>
    </w:p>
    <w:p w14:paraId="3FACCE60" w14:textId="08F20245" w:rsidR="00B824C2" w:rsidRPr="00D63D9D" w:rsidRDefault="00D63D9D" w:rsidP="0017405B">
      <w:pPr>
        <w:jc w:val="both"/>
        <w:rPr>
          <w:rFonts w:ascii="Times New Roman" w:hAnsi="Times New Roman"/>
          <w:b/>
          <w:i/>
          <w:sz w:val="24"/>
          <w:lang w:val="sr-Cyrl-RS"/>
        </w:rPr>
      </w:pP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</w:r>
      <w:r w:rsidRPr="00D63D9D">
        <w:rPr>
          <w:rFonts w:ascii="Times New Roman" w:hAnsi="Times New Roman"/>
          <w:b/>
          <w:sz w:val="24"/>
          <w:lang w:val="sr-Cyrl-RS"/>
        </w:rPr>
        <w:tab/>
        <w:t xml:space="preserve">     </w:t>
      </w:r>
      <w:r w:rsidRPr="00D63D9D">
        <w:rPr>
          <w:rFonts w:ascii="Times New Roman" w:hAnsi="Times New Roman"/>
          <w:b/>
          <w:i/>
          <w:sz w:val="24"/>
          <w:lang w:val="sr-Cyrl-RS"/>
        </w:rPr>
        <w:t xml:space="preserve">Биљана </w:t>
      </w:r>
      <w:proofErr w:type="spellStart"/>
      <w:r w:rsidRPr="00D63D9D">
        <w:rPr>
          <w:rFonts w:ascii="Times New Roman" w:hAnsi="Times New Roman"/>
          <w:b/>
          <w:i/>
          <w:sz w:val="24"/>
          <w:lang w:val="sr-Cyrl-RS"/>
        </w:rPr>
        <w:t>Шкрбић</w:t>
      </w:r>
      <w:proofErr w:type="spellEnd"/>
    </w:p>
    <w:p w14:paraId="63761316" w14:textId="77777777" w:rsidR="00905376" w:rsidRPr="00D63D9D" w:rsidRDefault="00905376" w:rsidP="0017405B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sectPr w:rsidR="00905376" w:rsidRPr="00D63D9D" w:rsidSect="0017493F">
      <w:headerReference w:type="even" r:id="rId10"/>
      <w:footerReference w:type="default" r:id="rId11"/>
      <w:pgSz w:w="11906" w:h="16838"/>
      <w:pgMar w:top="720" w:right="720" w:bottom="720" w:left="720" w:header="708" w:footer="530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7F678" w14:textId="77777777" w:rsidR="00D307C6" w:rsidRDefault="00D307C6" w:rsidP="00CF0C1E">
      <w:r>
        <w:separator/>
      </w:r>
    </w:p>
  </w:endnote>
  <w:endnote w:type="continuationSeparator" w:id="0">
    <w:p w14:paraId="1114BCCF" w14:textId="77777777" w:rsidR="00D307C6" w:rsidRDefault="00D307C6" w:rsidP="00CF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Time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CE699" w14:textId="60082E07" w:rsidR="002635C6" w:rsidRPr="0017493F" w:rsidRDefault="002635C6" w:rsidP="0017493F">
    <w:pPr>
      <w:pStyle w:val="Footer"/>
      <w:jc w:val="right"/>
      <w:rPr>
        <w:rFonts w:ascii="Times New Roman" w:hAnsi="Times New Roman" w:cs="Times New Roman"/>
      </w:rPr>
    </w:pPr>
    <w:r w:rsidRPr="0017493F">
      <w:rPr>
        <w:rFonts w:ascii="Times New Roman" w:hAnsi="Times New Roman" w:cs="Times New Roman"/>
      </w:rPr>
      <w:fldChar w:fldCharType="begin"/>
    </w:r>
    <w:r w:rsidRPr="0017493F">
      <w:rPr>
        <w:rFonts w:ascii="Times New Roman" w:hAnsi="Times New Roman" w:cs="Times New Roman"/>
      </w:rPr>
      <w:instrText>PAGE   \* MERGEFORMAT</w:instrText>
    </w:r>
    <w:r w:rsidRPr="0017493F">
      <w:rPr>
        <w:rFonts w:ascii="Times New Roman" w:hAnsi="Times New Roman" w:cs="Times New Roman"/>
      </w:rPr>
      <w:fldChar w:fldCharType="separate"/>
    </w:r>
    <w:r w:rsidR="00B13CF2">
      <w:rPr>
        <w:rFonts w:ascii="Times New Roman" w:hAnsi="Times New Roman" w:cs="Times New Roman"/>
        <w:noProof/>
      </w:rPr>
      <w:t>5</w:t>
    </w:r>
    <w:r w:rsidRPr="0017493F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E0D52" w14:textId="77777777" w:rsidR="00D307C6" w:rsidRDefault="00D307C6" w:rsidP="00CF0C1E">
      <w:r>
        <w:separator/>
      </w:r>
    </w:p>
  </w:footnote>
  <w:footnote w:type="continuationSeparator" w:id="0">
    <w:p w14:paraId="1459F2F8" w14:textId="77777777" w:rsidR="00D307C6" w:rsidRDefault="00D307C6" w:rsidP="00CF0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58362" w14:textId="77777777" w:rsidR="002635C6" w:rsidRPr="004B1CED" w:rsidRDefault="002635C6" w:rsidP="00456464">
    <w:pPr>
      <w:pStyle w:val="Header"/>
      <w:jc w:val="center"/>
      <w:rPr>
        <w:rFonts w:ascii="Segoe UI" w:hAnsi="Segoe UI" w:cs="Segoe UI"/>
        <w:lang w:val="sr-Cyrl-RS"/>
      </w:rPr>
    </w:pPr>
    <w:r w:rsidRPr="004B1CED">
      <w:rPr>
        <w:rFonts w:ascii="Segoe UI" w:hAnsi="Segoe UI" w:cs="Segoe UI"/>
        <w:lang w:val="sr-Cyrl-RS"/>
      </w:rP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52E7"/>
    <w:multiLevelType w:val="hybridMultilevel"/>
    <w:tmpl w:val="5E0A282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82C71"/>
    <w:multiLevelType w:val="hybridMultilevel"/>
    <w:tmpl w:val="2BD03522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DB0E5A"/>
    <w:multiLevelType w:val="hybridMultilevel"/>
    <w:tmpl w:val="82FEB7C0"/>
    <w:lvl w:ilvl="0" w:tplc="08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C3C97"/>
    <w:multiLevelType w:val="hybridMultilevel"/>
    <w:tmpl w:val="8036F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6A38"/>
    <w:multiLevelType w:val="hybridMultilevel"/>
    <w:tmpl w:val="611281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E6320"/>
    <w:multiLevelType w:val="hybridMultilevel"/>
    <w:tmpl w:val="161C9666"/>
    <w:lvl w:ilvl="0" w:tplc="1B304576">
      <w:numFmt w:val="bullet"/>
      <w:lvlText w:val="o"/>
      <w:lvlJc w:val="left"/>
      <w:pPr>
        <w:ind w:left="1440" w:hanging="360"/>
      </w:pPr>
      <w:rPr>
        <w:rFonts w:ascii="Calibri" w:eastAsiaTheme="minorHAnsi" w:hAnsi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8F0ED2"/>
    <w:multiLevelType w:val="hybridMultilevel"/>
    <w:tmpl w:val="98FEEF3C"/>
    <w:lvl w:ilvl="0" w:tplc="A580C12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F7BD7"/>
    <w:multiLevelType w:val="hybridMultilevel"/>
    <w:tmpl w:val="6EBEF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973A7"/>
    <w:multiLevelType w:val="hybridMultilevel"/>
    <w:tmpl w:val="5A48DDC8"/>
    <w:lvl w:ilvl="0" w:tplc="8ED868A8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5740E3A"/>
    <w:multiLevelType w:val="hybridMultilevel"/>
    <w:tmpl w:val="115C5BB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35039"/>
    <w:multiLevelType w:val="hybridMultilevel"/>
    <w:tmpl w:val="BDAE5A80"/>
    <w:lvl w:ilvl="0" w:tplc="8ED868A8">
      <w:numFmt w:val="bullet"/>
      <w:lvlText w:val="-"/>
      <w:lvlJc w:val="left"/>
      <w:pPr>
        <w:ind w:left="1713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7A21C03"/>
    <w:multiLevelType w:val="hybridMultilevel"/>
    <w:tmpl w:val="C67AC1DE"/>
    <w:lvl w:ilvl="0" w:tplc="3550A3D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B17E76"/>
    <w:multiLevelType w:val="hybridMultilevel"/>
    <w:tmpl w:val="794CE54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1577B"/>
    <w:multiLevelType w:val="hybridMultilevel"/>
    <w:tmpl w:val="46B05704"/>
    <w:lvl w:ilvl="0" w:tplc="73AC1CE8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447FD3"/>
    <w:multiLevelType w:val="hybridMultilevel"/>
    <w:tmpl w:val="D2D27150"/>
    <w:lvl w:ilvl="0" w:tplc="26E45D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0564DE"/>
    <w:multiLevelType w:val="hybridMultilevel"/>
    <w:tmpl w:val="02CC95C2"/>
    <w:lvl w:ilvl="0" w:tplc="3550A3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30D2F"/>
    <w:multiLevelType w:val="hybridMultilevel"/>
    <w:tmpl w:val="C63C9F16"/>
    <w:lvl w:ilvl="0" w:tplc="081A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4746A5"/>
    <w:multiLevelType w:val="hybridMultilevel"/>
    <w:tmpl w:val="2848C39C"/>
    <w:lvl w:ilvl="0" w:tplc="E93E7F82">
      <w:numFmt w:val="bullet"/>
      <w:lvlText w:val="-"/>
      <w:lvlJc w:val="left"/>
      <w:pPr>
        <w:ind w:left="6732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8" w15:restartNumberingAfterBreak="0">
    <w:nsid w:val="38C50EA6"/>
    <w:multiLevelType w:val="hybridMultilevel"/>
    <w:tmpl w:val="6862E204"/>
    <w:lvl w:ilvl="0" w:tplc="6F4ACFB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B196205"/>
    <w:multiLevelType w:val="hybridMultilevel"/>
    <w:tmpl w:val="332EF004"/>
    <w:lvl w:ilvl="0" w:tplc="08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0D15470"/>
    <w:multiLevelType w:val="hybridMultilevel"/>
    <w:tmpl w:val="96E8C398"/>
    <w:lvl w:ilvl="0" w:tplc="9C10BB8C">
      <w:numFmt w:val="bullet"/>
      <w:lvlText w:val="-"/>
      <w:lvlJc w:val="left"/>
      <w:pPr>
        <w:ind w:left="603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21" w15:restartNumberingAfterBreak="0">
    <w:nsid w:val="47B76915"/>
    <w:multiLevelType w:val="hybridMultilevel"/>
    <w:tmpl w:val="400A17A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83E61"/>
    <w:multiLevelType w:val="hybridMultilevel"/>
    <w:tmpl w:val="B7CEE6C2"/>
    <w:lvl w:ilvl="0" w:tplc="8ED86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B7EC0"/>
    <w:multiLevelType w:val="hybridMultilevel"/>
    <w:tmpl w:val="D7266EC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2426E"/>
    <w:multiLevelType w:val="hybridMultilevel"/>
    <w:tmpl w:val="E266F352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3622C"/>
    <w:multiLevelType w:val="hybridMultilevel"/>
    <w:tmpl w:val="9C96C63C"/>
    <w:lvl w:ilvl="0" w:tplc="3E2A320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E48F7"/>
    <w:multiLevelType w:val="hybridMultilevel"/>
    <w:tmpl w:val="ED080918"/>
    <w:lvl w:ilvl="0" w:tplc="8ED868A8">
      <w:numFmt w:val="bullet"/>
      <w:lvlText w:val="-"/>
      <w:lvlJc w:val="left"/>
      <w:pPr>
        <w:ind w:left="1287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8271C5"/>
    <w:multiLevelType w:val="hybridMultilevel"/>
    <w:tmpl w:val="B45CADC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C893A7D"/>
    <w:multiLevelType w:val="hybridMultilevel"/>
    <w:tmpl w:val="205CACE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D4651"/>
    <w:multiLevelType w:val="hybridMultilevel"/>
    <w:tmpl w:val="CEBA5D8A"/>
    <w:lvl w:ilvl="0" w:tplc="DBB2EDD6">
      <w:numFmt w:val="bullet"/>
      <w:lvlText w:val="-"/>
      <w:lvlJc w:val="left"/>
      <w:pPr>
        <w:ind w:left="1698" w:hanging="990"/>
      </w:pPr>
      <w:rPr>
        <w:rFonts w:ascii="Segoe UI" w:eastAsiaTheme="minorHAnsi" w:hAnsi="Segoe UI" w:cs="Segoe UI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FD667B0"/>
    <w:multiLevelType w:val="hybridMultilevel"/>
    <w:tmpl w:val="E38E4B8A"/>
    <w:lvl w:ilvl="0" w:tplc="622826B8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A112B"/>
    <w:multiLevelType w:val="hybridMultilevel"/>
    <w:tmpl w:val="D69E0A5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931EB"/>
    <w:multiLevelType w:val="hybridMultilevel"/>
    <w:tmpl w:val="724409A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27BF9"/>
    <w:multiLevelType w:val="hybridMultilevel"/>
    <w:tmpl w:val="C2F6D76E"/>
    <w:lvl w:ilvl="0" w:tplc="8ED868A8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D72D1C"/>
    <w:multiLevelType w:val="hybridMultilevel"/>
    <w:tmpl w:val="4C688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43D21"/>
    <w:multiLevelType w:val="hybridMultilevel"/>
    <w:tmpl w:val="CC8C91D4"/>
    <w:lvl w:ilvl="0" w:tplc="7E96AB86">
      <w:numFmt w:val="bullet"/>
      <w:lvlText w:val="-"/>
      <w:lvlJc w:val="left"/>
      <w:pPr>
        <w:ind w:left="6024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6" w15:restartNumberingAfterBreak="0">
    <w:nsid w:val="6A0A3DFB"/>
    <w:multiLevelType w:val="hybridMultilevel"/>
    <w:tmpl w:val="6602E18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1547C2"/>
    <w:multiLevelType w:val="hybridMultilevel"/>
    <w:tmpl w:val="61BCE23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F5704"/>
    <w:multiLevelType w:val="hybridMultilevel"/>
    <w:tmpl w:val="F19A47DC"/>
    <w:lvl w:ilvl="0" w:tplc="8C1CAC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38"/>
  </w:num>
  <w:num w:numId="5">
    <w:abstractNumId w:val="28"/>
  </w:num>
  <w:num w:numId="6">
    <w:abstractNumId w:val="0"/>
  </w:num>
  <w:num w:numId="7">
    <w:abstractNumId w:val="20"/>
  </w:num>
  <w:num w:numId="8">
    <w:abstractNumId w:val="37"/>
  </w:num>
  <w:num w:numId="9">
    <w:abstractNumId w:val="18"/>
  </w:num>
  <w:num w:numId="10">
    <w:abstractNumId w:val="8"/>
  </w:num>
  <w:num w:numId="11">
    <w:abstractNumId w:val="10"/>
  </w:num>
  <w:num w:numId="12">
    <w:abstractNumId w:val="26"/>
  </w:num>
  <w:num w:numId="13">
    <w:abstractNumId w:val="1"/>
  </w:num>
  <w:num w:numId="14">
    <w:abstractNumId w:val="22"/>
  </w:num>
  <w:num w:numId="15">
    <w:abstractNumId w:val="33"/>
  </w:num>
  <w:num w:numId="16">
    <w:abstractNumId w:val="32"/>
  </w:num>
  <w:num w:numId="17">
    <w:abstractNumId w:val="15"/>
  </w:num>
  <w:num w:numId="18">
    <w:abstractNumId w:val="11"/>
  </w:num>
  <w:num w:numId="19">
    <w:abstractNumId w:val="5"/>
  </w:num>
  <w:num w:numId="20">
    <w:abstractNumId w:val="2"/>
  </w:num>
  <w:num w:numId="21">
    <w:abstractNumId w:val="16"/>
  </w:num>
  <w:num w:numId="22">
    <w:abstractNumId w:val="13"/>
  </w:num>
  <w:num w:numId="23">
    <w:abstractNumId w:val="17"/>
  </w:num>
  <w:num w:numId="24">
    <w:abstractNumId w:val="35"/>
  </w:num>
  <w:num w:numId="25">
    <w:abstractNumId w:val="9"/>
  </w:num>
  <w:num w:numId="26">
    <w:abstractNumId w:val="30"/>
  </w:num>
  <w:num w:numId="27">
    <w:abstractNumId w:val="19"/>
  </w:num>
  <w:num w:numId="28">
    <w:abstractNumId w:val="29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27"/>
  </w:num>
  <w:num w:numId="32">
    <w:abstractNumId w:val="25"/>
  </w:num>
  <w:num w:numId="33">
    <w:abstractNumId w:val="14"/>
  </w:num>
  <w:num w:numId="34">
    <w:abstractNumId w:val="7"/>
  </w:num>
  <w:num w:numId="35">
    <w:abstractNumId w:val="3"/>
  </w:num>
  <w:num w:numId="36">
    <w:abstractNumId w:val="36"/>
  </w:num>
  <w:num w:numId="37">
    <w:abstractNumId w:val="31"/>
  </w:num>
  <w:num w:numId="38">
    <w:abstractNumId w:val="23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0C"/>
    <w:rsid w:val="000021EF"/>
    <w:rsid w:val="00020664"/>
    <w:rsid w:val="00027B8C"/>
    <w:rsid w:val="000307EA"/>
    <w:rsid w:val="000346DB"/>
    <w:rsid w:val="00036E49"/>
    <w:rsid w:val="0004240C"/>
    <w:rsid w:val="0005615E"/>
    <w:rsid w:val="00057F8D"/>
    <w:rsid w:val="00062EDC"/>
    <w:rsid w:val="00066424"/>
    <w:rsid w:val="000712E6"/>
    <w:rsid w:val="00073374"/>
    <w:rsid w:val="00074FB4"/>
    <w:rsid w:val="00081867"/>
    <w:rsid w:val="00085A0A"/>
    <w:rsid w:val="00086C45"/>
    <w:rsid w:val="0009553F"/>
    <w:rsid w:val="00097AE3"/>
    <w:rsid w:val="000A27DD"/>
    <w:rsid w:val="000A296E"/>
    <w:rsid w:val="000A2A45"/>
    <w:rsid w:val="000A59C1"/>
    <w:rsid w:val="000A6C18"/>
    <w:rsid w:val="000B5C8A"/>
    <w:rsid w:val="000C7B56"/>
    <w:rsid w:val="000D3A2B"/>
    <w:rsid w:val="000D4ED7"/>
    <w:rsid w:val="000D675B"/>
    <w:rsid w:val="000D79D2"/>
    <w:rsid w:val="000E2629"/>
    <w:rsid w:val="000E52CE"/>
    <w:rsid w:val="000F3553"/>
    <w:rsid w:val="000F362C"/>
    <w:rsid w:val="000F451E"/>
    <w:rsid w:val="000F5DB8"/>
    <w:rsid w:val="000F7E36"/>
    <w:rsid w:val="00100562"/>
    <w:rsid w:val="00100D40"/>
    <w:rsid w:val="00101113"/>
    <w:rsid w:val="00104A24"/>
    <w:rsid w:val="00107EB1"/>
    <w:rsid w:val="0011130C"/>
    <w:rsid w:val="001129A3"/>
    <w:rsid w:val="00113449"/>
    <w:rsid w:val="00123129"/>
    <w:rsid w:val="00124110"/>
    <w:rsid w:val="00124308"/>
    <w:rsid w:val="001275D7"/>
    <w:rsid w:val="00134591"/>
    <w:rsid w:val="001363A0"/>
    <w:rsid w:val="001401D5"/>
    <w:rsid w:val="001448C7"/>
    <w:rsid w:val="00151C83"/>
    <w:rsid w:val="00155E9D"/>
    <w:rsid w:val="00167654"/>
    <w:rsid w:val="001730D9"/>
    <w:rsid w:val="0017405B"/>
    <w:rsid w:val="0017493F"/>
    <w:rsid w:val="00177135"/>
    <w:rsid w:val="0017736B"/>
    <w:rsid w:val="00180242"/>
    <w:rsid w:val="001808D9"/>
    <w:rsid w:val="00194669"/>
    <w:rsid w:val="001A507C"/>
    <w:rsid w:val="001A51C8"/>
    <w:rsid w:val="001B5072"/>
    <w:rsid w:val="001B5597"/>
    <w:rsid w:val="001B5FF9"/>
    <w:rsid w:val="001B7CDF"/>
    <w:rsid w:val="001C10AB"/>
    <w:rsid w:val="001C1AD1"/>
    <w:rsid w:val="001C53C2"/>
    <w:rsid w:val="001C6BC2"/>
    <w:rsid w:val="001D07B9"/>
    <w:rsid w:val="001D2E47"/>
    <w:rsid w:val="001D3CF1"/>
    <w:rsid w:val="001D44A6"/>
    <w:rsid w:val="001D7DAE"/>
    <w:rsid w:val="001E2232"/>
    <w:rsid w:val="001E33BD"/>
    <w:rsid w:val="001E4F2E"/>
    <w:rsid w:val="001E6F23"/>
    <w:rsid w:val="001E71E8"/>
    <w:rsid w:val="001F25AD"/>
    <w:rsid w:val="001F2BAC"/>
    <w:rsid w:val="001F344F"/>
    <w:rsid w:val="001F4086"/>
    <w:rsid w:val="002000B1"/>
    <w:rsid w:val="0020205F"/>
    <w:rsid w:val="00206706"/>
    <w:rsid w:val="00207A1B"/>
    <w:rsid w:val="00211E27"/>
    <w:rsid w:val="002163D8"/>
    <w:rsid w:val="002218B3"/>
    <w:rsid w:val="00223368"/>
    <w:rsid w:val="00224FE3"/>
    <w:rsid w:val="0022660E"/>
    <w:rsid w:val="00227019"/>
    <w:rsid w:val="00230F3F"/>
    <w:rsid w:val="00231DE0"/>
    <w:rsid w:val="00233EF2"/>
    <w:rsid w:val="0023549C"/>
    <w:rsid w:val="00237080"/>
    <w:rsid w:val="00237F73"/>
    <w:rsid w:val="002400CF"/>
    <w:rsid w:val="0024287D"/>
    <w:rsid w:val="0024344B"/>
    <w:rsid w:val="002500F4"/>
    <w:rsid w:val="00250885"/>
    <w:rsid w:val="00251694"/>
    <w:rsid w:val="00252C6C"/>
    <w:rsid w:val="002635C6"/>
    <w:rsid w:val="0026451E"/>
    <w:rsid w:val="00265C33"/>
    <w:rsid w:val="0027072C"/>
    <w:rsid w:val="0027512F"/>
    <w:rsid w:val="002760A0"/>
    <w:rsid w:val="00276180"/>
    <w:rsid w:val="00276D9B"/>
    <w:rsid w:val="002803F2"/>
    <w:rsid w:val="002807B9"/>
    <w:rsid w:val="00281548"/>
    <w:rsid w:val="00281F2A"/>
    <w:rsid w:val="002861E4"/>
    <w:rsid w:val="00291CC2"/>
    <w:rsid w:val="00296307"/>
    <w:rsid w:val="002B0A35"/>
    <w:rsid w:val="002B33AC"/>
    <w:rsid w:val="002C1157"/>
    <w:rsid w:val="002C2D55"/>
    <w:rsid w:val="002D33D4"/>
    <w:rsid w:val="002D4314"/>
    <w:rsid w:val="002F1BD4"/>
    <w:rsid w:val="002F1E2F"/>
    <w:rsid w:val="002F2C25"/>
    <w:rsid w:val="002F6995"/>
    <w:rsid w:val="002F7035"/>
    <w:rsid w:val="003004E2"/>
    <w:rsid w:val="003019EB"/>
    <w:rsid w:val="00311C37"/>
    <w:rsid w:val="0031787C"/>
    <w:rsid w:val="00320857"/>
    <w:rsid w:val="003306F0"/>
    <w:rsid w:val="003307E2"/>
    <w:rsid w:val="0033284A"/>
    <w:rsid w:val="00334965"/>
    <w:rsid w:val="00343F3C"/>
    <w:rsid w:val="00347299"/>
    <w:rsid w:val="0035010A"/>
    <w:rsid w:val="00351165"/>
    <w:rsid w:val="003515E9"/>
    <w:rsid w:val="0035337F"/>
    <w:rsid w:val="00355A62"/>
    <w:rsid w:val="00355BE6"/>
    <w:rsid w:val="0035752F"/>
    <w:rsid w:val="00357B18"/>
    <w:rsid w:val="0036197C"/>
    <w:rsid w:val="003710DE"/>
    <w:rsid w:val="00373816"/>
    <w:rsid w:val="003766BF"/>
    <w:rsid w:val="00380BAA"/>
    <w:rsid w:val="00381EEE"/>
    <w:rsid w:val="00391595"/>
    <w:rsid w:val="003916DF"/>
    <w:rsid w:val="00394705"/>
    <w:rsid w:val="00396D76"/>
    <w:rsid w:val="003B00EE"/>
    <w:rsid w:val="003B17C9"/>
    <w:rsid w:val="003B4D26"/>
    <w:rsid w:val="003C25D8"/>
    <w:rsid w:val="003C5593"/>
    <w:rsid w:val="003C5EE4"/>
    <w:rsid w:val="003D3E6F"/>
    <w:rsid w:val="003D53C1"/>
    <w:rsid w:val="003D60F7"/>
    <w:rsid w:val="003D78DD"/>
    <w:rsid w:val="003E4760"/>
    <w:rsid w:val="003F2766"/>
    <w:rsid w:val="003F3DA9"/>
    <w:rsid w:val="003F6855"/>
    <w:rsid w:val="003F7559"/>
    <w:rsid w:val="003F7674"/>
    <w:rsid w:val="00405634"/>
    <w:rsid w:val="00410009"/>
    <w:rsid w:val="0041203D"/>
    <w:rsid w:val="004215F5"/>
    <w:rsid w:val="00423D4F"/>
    <w:rsid w:val="00425433"/>
    <w:rsid w:val="004325A7"/>
    <w:rsid w:val="00432EFF"/>
    <w:rsid w:val="00433A2B"/>
    <w:rsid w:val="00436269"/>
    <w:rsid w:val="00441B43"/>
    <w:rsid w:val="004422A3"/>
    <w:rsid w:val="004458AA"/>
    <w:rsid w:val="004466F3"/>
    <w:rsid w:val="004469E8"/>
    <w:rsid w:val="00450EC6"/>
    <w:rsid w:val="004542B7"/>
    <w:rsid w:val="00456464"/>
    <w:rsid w:val="00461EBF"/>
    <w:rsid w:val="00463CBE"/>
    <w:rsid w:val="00464DBB"/>
    <w:rsid w:val="0046571D"/>
    <w:rsid w:val="00471B28"/>
    <w:rsid w:val="00471E19"/>
    <w:rsid w:val="00473214"/>
    <w:rsid w:val="004811AD"/>
    <w:rsid w:val="00481A17"/>
    <w:rsid w:val="00483145"/>
    <w:rsid w:val="00483E3C"/>
    <w:rsid w:val="004913E5"/>
    <w:rsid w:val="004956B8"/>
    <w:rsid w:val="00496721"/>
    <w:rsid w:val="004A0B4A"/>
    <w:rsid w:val="004A64FC"/>
    <w:rsid w:val="004A6702"/>
    <w:rsid w:val="004B13FF"/>
    <w:rsid w:val="004B1CED"/>
    <w:rsid w:val="004B4479"/>
    <w:rsid w:val="004B68DE"/>
    <w:rsid w:val="004B7C70"/>
    <w:rsid w:val="004C6853"/>
    <w:rsid w:val="004D0B11"/>
    <w:rsid w:val="004D13AE"/>
    <w:rsid w:val="004D3531"/>
    <w:rsid w:val="004D46DD"/>
    <w:rsid w:val="004E1382"/>
    <w:rsid w:val="004E339F"/>
    <w:rsid w:val="004E3599"/>
    <w:rsid w:val="004E40F4"/>
    <w:rsid w:val="004E62CB"/>
    <w:rsid w:val="004E7BB7"/>
    <w:rsid w:val="004F52DA"/>
    <w:rsid w:val="004F7383"/>
    <w:rsid w:val="004F73BA"/>
    <w:rsid w:val="00502A41"/>
    <w:rsid w:val="0050404E"/>
    <w:rsid w:val="005058EF"/>
    <w:rsid w:val="00505EAA"/>
    <w:rsid w:val="0051340C"/>
    <w:rsid w:val="005144D7"/>
    <w:rsid w:val="005169B3"/>
    <w:rsid w:val="00525E28"/>
    <w:rsid w:val="00526B8D"/>
    <w:rsid w:val="005277CC"/>
    <w:rsid w:val="0053209A"/>
    <w:rsid w:val="005321EF"/>
    <w:rsid w:val="00533DEC"/>
    <w:rsid w:val="00534311"/>
    <w:rsid w:val="00534C2F"/>
    <w:rsid w:val="00545F25"/>
    <w:rsid w:val="005506B0"/>
    <w:rsid w:val="00557B82"/>
    <w:rsid w:val="00557FD5"/>
    <w:rsid w:val="00563BBB"/>
    <w:rsid w:val="005652FD"/>
    <w:rsid w:val="00565964"/>
    <w:rsid w:val="0057283A"/>
    <w:rsid w:val="0058114E"/>
    <w:rsid w:val="005815A2"/>
    <w:rsid w:val="00581681"/>
    <w:rsid w:val="00586A60"/>
    <w:rsid w:val="00587045"/>
    <w:rsid w:val="00587640"/>
    <w:rsid w:val="0059125D"/>
    <w:rsid w:val="0059333C"/>
    <w:rsid w:val="0059466A"/>
    <w:rsid w:val="005A23B1"/>
    <w:rsid w:val="005B5D99"/>
    <w:rsid w:val="005C04CF"/>
    <w:rsid w:val="005C12E0"/>
    <w:rsid w:val="005C17DE"/>
    <w:rsid w:val="005C3101"/>
    <w:rsid w:val="005D0100"/>
    <w:rsid w:val="005D3B76"/>
    <w:rsid w:val="005D458F"/>
    <w:rsid w:val="005D6BD5"/>
    <w:rsid w:val="005E00D6"/>
    <w:rsid w:val="005F1B52"/>
    <w:rsid w:val="005F353F"/>
    <w:rsid w:val="0060051E"/>
    <w:rsid w:val="00602D2C"/>
    <w:rsid w:val="006107D8"/>
    <w:rsid w:val="0061132C"/>
    <w:rsid w:val="00612E84"/>
    <w:rsid w:val="00613052"/>
    <w:rsid w:val="006138B3"/>
    <w:rsid w:val="006216B3"/>
    <w:rsid w:val="00626C0C"/>
    <w:rsid w:val="00627386"/>
    <w:rsid w:val="00631B88"/>
    <w:rsid w:val="00634EDA"/>
    <w:rsid w:val="00640926"/>
    <w:rsid w:val="006425E6"/>
    <w:rsid w:val="0064420A"/>
    <w:rsid w:val="006446E6"/>
    <w:rsid w:val="0064554F"/>
    <w:rsid w:val="006479EA"/>
    <w:rsid w:val="0065127A"/>
    <w:rsid w:val="0065289A"/>
    <w:rsid w:val="00660064"/>
    <w:rsid w:val="006606BE"/>
    <w:rsid w:val="00662155"/>
    <w:rsid w:val="006659DF"/>
    <w:rsid w:val="00667953"/>
    <w:rsid w:val="00674ECF"/>
    <w:rsid w:val="006766ED"/>
    <w:rsid w:val="0068120C"/>
    <w:rsid w:val="00697B23"/>
    <w:rsid w:val="006B3C4E"/>
    <w:rsid w:val="006B4677"/>
    <w:rsid w:val="006B58DB"/>
    <w:rsid w:val="006C5E9A"/>
    <w:rsid w:val="006D178E"/>
    <w:rsid w:val="006D292A"/>
    <w:rsid w:val="006D2AAB"/>
    <w:rsid w:val="006D3AC9"/>
    <w:rsid w:val="006D7960"/>
    <w:rsid w:val="006E0EB8"/>
    <w:rsid w:val="006E19B1"/>
    <w:rsid w:val="006E2E44"/>
    <w:rsid w:val="006E4E79"/>
    <w:rsid w:val="006E60AA"/>
    <w:rsid w:val="006E6458"/>
    <w:rsid w:val="006E78DD"/>
    <w:rsid w:val="006F00CB"/>
    <w:rsid w:val="006F18AE"/>
    <w:rsid w:val="006F2B31"/>
    <w:rsid w:val="006F31D7"/>
    <w:rsid w:val="006F3357"/>
    <w:rsid w:val="006F377D"/>
    <w:rsid w:val="0070167D"/>
    <w:rsid w:val="00702EB4"/>
    <w:rsid w:val="007106A9"/>
    <w:rsid w:val="0071248F"/>
    <w:rsid w:val="00712844"/>
    <w:rsid w:val="00716097"/>
    <w:rsid w:val="007167E3"/>
    <w:rsid w:val="007258C9"/>
    <w:rsid w:val="0072618C"/>
    <w:rsid w:val="007312D9"/>
    <w:rsid w:val="007352A1"/>
    <w:rsid w:val="00735CC5"/>
    <w:rsid w:val="007378DC"/>
    <w:rsid w:val="00746794"/>
    <w:rsid w:val="00755675"/>
    <w:rsid w:val="007558F2"/>
    <w:rsid w:val="007568FC"/>
    <w:rsid w:val="007570AA"/>
    <w:rsid w:val="00767EB3"/>
    <w:rsid w:val="007716EA"/>
    <w:rsid w:val="00774E5F"/>
    <w:rsid w:val="007761A3"/>
    <w:rsid w:val="00777EB8"/>
    <w:rsid w:val="00783AF5"/>
    <w:rsid w:val="00784FEB"/>
    <w:rsid w:val="0079191D"/>
    <w:rsid w:val="007966C2"/>
    <w:rsid w:val="0079763F"/>
    <w:rsid w:val="00797E07"/>
    <w:rsid w:val="007A13AF"/>
    <w:rsid w:val="007A3DD4"/>
    <w:rsid w:val="007A721A"/>
    <w:rsid w:val="007C09FC"/>
    <w:rsid w:val="007C289C"/>
    <w:rsid w:val="007C33A3"/>
    <w:rsid w:val="007C598E"/>
    <w:rsid w:val="007C6CD9"/>
    <w:rsid w:val="007D290A"/>
    <w:rsid w:val="007D5851"/>
    <w:rsid w:val="007E2A6A"/>
    <w:rsid w:val="007F5829"/>
    <w:rsid w:val="00804A13"/>
    <w:rsid w:val="0080639F"/>
    <w:rsid w:val="00812F85"/>
    <w:rsid w:val="00814423"/>
    <w:rsid w:val="00815BD0"/>
    <w:rsid w:val="00815FFC"/>
    <w:rsid w:val="00823273"/>
    <w:rsid w:val="00823B92"/>
    <w:rsid w:val="00830ED2"/>
    <w:rsid w:val="00840D2A"/>
    <w:rsid w:val="008420B2"/>
    <w:rsid w:val="00844931"/>
    <w:rsid w:val="00847931"/>
    <w:rsid w:val="00851C09"/>
    <w:rsid w:val="008520D0"/>
    <w:rsid w:val="00853265"/>
    <w:rsid w:val="00860152"/>
    <w:rsid w:val="00863B11"/>
    <w:rsid w:val="00863FE1"/>
    <w:rsid w:val="0086458A"/>
    <w:rsid w:val="00865473"/>
    <w:rsid w:val="00867123"/>
    <w:rsid w:val="008712EE"/>
    <w:rsid w:val="00874886"/>
    <w:rsid w:val="00877D30"/>
    <w:rsid w:val="008826B3"/>
    <w:rsid w:val="00882C44"/>
    <w:rsid w:val="008A12D3"/>
    <w:rsid w:val="008A2578"/>
    <w:rsid w:val="008A29D2"/>
    <w:rsid w:val="008B147A"/>
    <w:rsid w:val="008B2431"/>
    <w:rsid w:val="008B2816"/>
    <w:rsid w:val="008B3283"/>
    <w:rsid w:val="008C49CE"/>
    <w:rsid w:val="008C4F45"/>
    <w:rsid w:val="008C63A1"/>
    <w:rsid w:val="008C71A0"/>
    <w:rsid w:val="008D6C4A"/>
    <w:rsid w:val="008D7CF9"/>
    <w:rsid w:val="008E3301"/>
    <w:rsid w:val="008E49F0"/>
    <w:rsid w:val="008F0DB1"/>
    <w:rsid w:val="008F2622"/>
    <w:rsid w:val="008F3535"/>
    <w:rsid w:val="008F49EC"/>
    <w:rsid w:val="008F7181"/>
    <w:rsid w:val="008F75C9"/>
    <w:rsid w:val="00900A58"/>
    <w:rsid w:val="009052C1"/>
    <w:rsid w:val="00905376"/>
    <w:rsid w:val="00906D7B"/>
    <w:rsid w:val="0091307B"/>
    <w:rsid w:val="00914912"/>
    <w:rsid w:val="00914E7A"/>
    <w:rsid w:val="00921DAE"/>
    <w:rsid w:val="009231C2"/>
    <w:rsid w:val="00923384"/>
    <w:rsid w:val="0092405D"/>
    <w:rsid w:val="009243C8"/>
    <w:rsid w:val="009351EE"/>
    <w:rsid w:val="009417C2"/>
    <w:rsid w:val="00942559"/>
    <w:rsid w:val="00942604"/>
    <w:rsid w:val="00946829"/>
    <w:rsid w:val="00956ECE"/>
    <w:rsid w:val="0096084E"/>
    <w:rsid w:val="00961071"/>
    <w:rsid w:val="0096200C"/>
    <w:rsid w:val="00962549"/>
    <w:rsid w:val="00971AC3"/>
    <w:rsid w:val="00971DC1"/>
    <w:rsid w:val="00972487"/>
    <w:rsid w:val="00972F12"/>
    <w:rsid w:val="0097403A"/>
    <w:rsid w:val="00975456"/>
    <w:rsid w:val="0098057F"/>
    <w:rsid w:val="009809CD"/>
    <w:rsid w:val="00986A57"/>
    <w:rsid w:val="00990B44"/>
    <w:rsid w:val="00994D8E"/>
    <w:rsid w:val="009A2921"/>
    <w:rsid w:val="009A3887"/>
    <w:rsid w:val="009B120F"/>
    <w:rsid w:val="009B3685"/>
    <w:rsid w:val="009B5767"/>
    <w:rsid w:val="009C036D"/>
    <w:rsid w:val="009C331D"/>
    <w:rsid w:val="009C4E7B"/>
    <w:rsid w:val="009E24D4"/>
    <w:rsid w:val="009E59EC"/>
    <w:rsid w:val="009E622A"/>
    <w:rsid w:val="009E77D7"/>
    <w:rsid w:val="009F3A34"/>
    <w:rsid w:val="009F473B"/>
    <w:rsid w:val="009F66AA"/>
    <w:rsid w:val="009F7DCF"/>
    <w:rsid w:val="00A0222D"/>
    <w:rsid w:val="00A173A5"/>
    <w:rsid w:val="00A215F2"/>
    <w:rsid w:val="00A3317F"/>
    <w:rsid w:val="00A3670E"/>
    <w:rsid w:val="00A3736C"/>
    <w:rsid w:val="00A3783E"/>
    <w:rsid w:val="00A55A23"/>
    <w:rsid w:val="00A560BF"/>
    <w:rsid w:val="00A56CF7"/>
    <w:rsid w:val="00A6000A"/>
    <w:rsid w:val="00A73B72"/>
    <w:rsid w:val="00A75025"/>
    <w:rsid w:val="00A75C6F"/>
    <w:rsid w:val="00A8131D"/>
    <w:rsid w:val="00A81CA0"/>
    <w:rsid w:val="00A830BA"/>
    <w:rsid w:val="00A838A1"/>
    <w:rsid w:val="00A92D10"/>
    <w:rsid w:val="00AA29D3"/>
    <w:rsid w:val="00AA3781"/>
    <w:rsid w:val="00AA385C"/>
    <w:rsid w:val="00AA407D"/>
    <w:rsid w:val="00AB2CCC"/>
    <w:rsid w:val="00AC16E7"/>
    <w:rsid w:val="00AC229E"/>
    <w:rsid w:val="00AD3429"/>
    <w:rsid w:val="00AD5DA6"/>
    <w:rsid w:val="00AE475B"/>
    <w:rsid w:val="00AE7F21"/>
    <w:rsid w:val="00AF058F"/>
    <w:rsid w:val="00AF0AA0"/>
    <w:rsid w:val="00AF0F20"/>
    <w:rsid w:val="00AF1971"/>
    <w:rsid w:val="00AF35E1"/>
    <w:rsid w:val="00AF4E35"/>
    <w:rsid w:val="00AF68D5"/>
    <w:rsid w:val="00B03347"/>
    <w:rsid w:val="00B070DD"/>
    <w:rsid w:val="00B13CF2"/>
    <w:rsid w:val="00B202BE"/>
    <w:rsid w:val="00B26834"/>
    <w:rsid w:val="00B31169"/>
    <w:rsid w:val="00B31620"/>
    <w:rsid w:val="00B33B60"/>
    <w:rsid w:val="00B351C3"/>
    <w:rsid w:val="00B37AAC"/>
    <w:rsid w:val="00B400FA"/>
    <w:rsid w:val="00B409D9"/>
    <w:rsid w:val="00B4162A"/>
    <w:rsid w:val="00B41ABA"/>
    <w:rsid w:val="00B479A6"/>
    <w:rsid w:val="00B5171E"/>
    <w:rsid w:val="00B531FF"/>
    <w:rsid w:val="00B561D1"/>
    <w:rsid w:val="00B56D8E"/>
    <w:rsid w:val="00B63105"/>
    <w:rsid w:val="00B63206"/>
    <w:rsid w:val="00B707B2"/>
    <w:rsid w:val="00B75A63"/>
    <w:rsid w:val="00B824C2"/>
    <w:rsid w:val="00B8535C"/>
    <w:rsid w:val="00B8539D"/>
    <w:rsid w:val="00B969FE"/>
    <w:rsid w:val="00BA0338"/>
    <w:rsid w:val="00BA69A1"/>
    <w:rsid w:val="00BB5917"/>
    <w:rsid w:val="00BC078F"/>
    <w:rsid w:val="00BC0A58"/>
    <w:rsid w:val="00BC3A3F"/>
    <w:rsid w:val="00BC6BF8"/>
    <w:rsid w:val="00BD5CDF"/>
    <w:rsid w:val="00BD6E3E"/>
    <w:rsid w:val="00BD7BDC"/>
    <w:rsid w:val="00BE0803"/>
    <w:rsid w:val="00BE3545"/>
    <w:rsid w:val="00BE3CA1"/>
    <w:rsid w:val="00BF0645"/>
    <w:rsid w:val="00C04D7B"/>
    <w:rsid w:val="00C06816"/>
    <w:rsid w:val="00C0714C"/>
    <w:rsid w:val="00C07813"/>
    <w:rsid w:val="00C20560"/>
    <w:rsid w:val="00C22EF0"/>
    <w:rsid w:val="00C32C0F"/>
    <w:rsid w:val="00C33BEB"/>
    <w:rsid w:val="00C35B1C"/>
    <w:rsid w:val="00C36676"/>
    <w:rsid w:val="00C41E6E"/>
    <w:rsid w:val="00C43187"/>
    <w:rsid w:val="00C4577A"/>
    <w:rsid w:val="00C528AB"/>
    <w:rsid w:val="00C5307C"/>
    <w:rsid w:val="00C53767"/>
    <w:rsid w:val="00C55C40"/>
    <w:rsid w:val="00C705F1"/>
    <w:rsid w:val="00C75BD3"/>
    <w:rsid w:val="00C8364D"/>
    <w:rsid w:val="00C90BF0"/>
    <w:rsid w:val="00C926C3"/>
    <w:rsid w:val="00C9286A"/>
    <w:rsid w:val="00C942DB"/>
    <w:rsid w:val="00C95391"/>
    <w:rsid w:val="00C9543D"/>
    <w:rsid w:val="00C9620F"/>
    <w:rsid w:val="00C96AC0"/>
    <w:rsid w:val="00CB3258"/>
    <w:rsid w:val="00CB3897"/>
    <w:rsid w:val="00CB3A85"/>
    <w:rsid w:val="00CB3D80"/>
    <w:rsid w:val="00CB45B3"/>
    <w:rsid w:val="00CB526D"/>
    <w:rsid w:val="00CB5502"/>
    <w:rsid w:val="00CB5CC9"/>
    <w:rsid w:val="00CB7D7A"/>
    <w:rsid w:val="00CD39DA"/>
    <w:rsid w:val="00CD4129"/>
    <w:rsid w:val="00CD4B93"/>
    <w:rsid w:val="00CD5BDA"/>
    <w:rsid w:val="00CD60A3"/>
    <w:rsid w:val="00CD6E8B"/>
    <w:rsid w:val="00CE1DFA"/>
    <w:rsid w:val="00CF0C1E"/>
    <w:rsid w:val="00CF506B"/>
    <w:rsid w:val="00D00808"/>
    <w:rsid w:val="00D01C0F"/>
    <w:rsid w:val="00D05FA3"/>
    <w:rsid w:val="00D06BBB"/>
    <w:rsid w:val="00D105B4"/>
    <w:rsid w:val="00D110E0"/>
    <w:rsid w:val="00D116D6"/>
    <w:rsid w:val="00D14930"/>
    <w:rsid w:val="00D1567F"/>
    <w:rsid w:val="00D212D3"/>
    <w:rsid w:val="00D2158D"/>
    <w:rsid w:val="00D22035"/>
    <w:rsid w:val="00D25AAD"/>
    <w:rsid w:val="00D27E25"/>
    <w:rsid w:val="00D307C6"/>
    <w:rsid w:val="00D326FB"/>
    <w:rsid w:val="00D36128"/>
    <w:rsid w:val="00D3690F"/>
    <w:rsid w:val="00D37B4D"/>
    <w:rsid w:val="00D45F15"/>
    <w:rsid w:val="00D46B00"/>
    <w:rsid w:val="00D61C44"/>
    <w:rsid w:val="00D62807"/>
    <w:rsid w:val="00D62F31"/>
    <w:rsid w:val="00D63D9D"/>
    <w:rsid w:val="00D72A90"/>
    <w:rsid w:val="00D74F2E"/>
    <w:rsid w:val="00D75F5A"/>
    <w:rsid w:val="00D77CF8"/>
    <w:rsid w:val="00D85BF9"/>
    <w:rsid w:val="00D9065D"/>
    <w:rsid w:val="00D90D41"/>
    <w:rsid w:val="00D95CF6"/>
    <w:rsid w:val="00D96811"/>
    <w:rsid w:val="00DA059E"/>
    <w:rsid w:val="00DA1BF3"/>
    <w:rsid w:val="00DA515E"/>
    <w:rsid w:val="00DA78D4"/>
    <w:rsid w:val="00DB2ABB"/>
    <w:rsid w:val="00DB6B43"/>
    <w:rsid w:val="00DC0504"/>
    <w:rsid w:val="00DC1DC2"/>
    <w:rsid w:val="00DC20AB"/>
    <w:rsid w:val="00DC26B9"/>
    <w:rsid w:val="00DC3433"/>
    <w:rsid w:val="00DD2285"/>
    <w:rsid w:val="00DD373A"/>
    <w:rsid w:val="00DD7A66"/>
    <w:rsid w:val="00DE4B50"/>
    <w:rsid w:val="00DF6258"/>
    <w:rsid w:val="00DF6261"/>
    <w:rsid w:val="00DF71F2"/>
    <w:rsid w:val="00E02B1D"/>
    <w:rsid w:val="00E0499E"/>
    <w:rsid w:val="00E05D44"/>
    <w:rsid w:val="00E1202E"/>
    <w:rsid w:val="00E23CBC"/>
    <w:rsid w:val="00E267DB"/>
    <w:rsid w:val="00E27449"/>
    <w:rsid w:val="00E30D7F"/>
    <w:rsid w:val="00E33CC1"/>
    <w:rsid w:val="00E33F59"/>
    <w:rsid w:val="00E35FBA"/>
    <w:rsid w:val="00E36241"/>
    <w:rsid w:val="00E4192C"/>
    <w:rsid w:val="00E466A0"/>
    <w:rsid w:val="00E56D69"/>
    <w:rsid w:val="00E57E50"/>
    <w:rsid w:val="00E60830"/>
    <w:rsid w:val="00E62CFB"/>
    <w:rsid w:val="00E6411E"/>
    <w:rsid w:val="00E6595E"/>
    <w:rsid w:val="00E678DD"/>
    <w:rsid w:val="00E72AF8"/>
    <w:rsid w:val="00E72D90"/>
    <w:rsid w:val="00E82F82"/>
    <w:rsid w:val="00E85DEB"/>
    <w:rsid w:val="00E90503"/>
    <w:rsid w:val="00EA00C6"/>
    <w:rsid w:val="00EA031A"/>
    <w:rsid w:val="00EA6E2A"/>
    <w:rsid w:val="00EB046A"/>
    <w:rsid w:val="00EB05C2"/>
    <w:rsid w:val="00EB4218"/>
    <w:rsid w:val="00EB479F"/>
    <w:rsid w:val="00EB7548"/>
    <w:rsid w:val="00ED7A80"/>
    <w:rsid w:val="00EE4E1C"/>
    <w:rsid w:val="00EE6FE6"/>
    <w:rsid w:val="00EF1243"/>
    <w:rsid w:val="00EF3AFB"/>
    <w:rsid w:val="00F0223B"/>
    <w:rsid w:val="00F02CAD"/>
    <w:rsid w:val="00F0456A"/>
    <w:rsid w:val="00F0757C"/>
    <w:rsid w:val="00F14D5E"/>
    <w:rsid w:val="00F16A36"/>
    <w:rsid w:val="00F23DD5"/>
    <w:rsid w:val="00F25745"/>
    <w:rsid w:val="00F27C70"/>
    <w:rsid w:val="00F3106A"/>
    <w:rsid w:val="00F33594"/>
    <w:rsid w:val="00F35C82"/>
    <w:rsid w:val="00F41423"/>
    <w:rsid w:val="00F454D5"/>
    <w:rsid w:val="00F46053"/>
    <w:rsid w:val="00F46F53"/>
    <w:rsid w:val="00F51789"/>
    <w:rsid w:val="00F52BBB"/>
    <w:rsid w:val="00F54C9D"/>
    <w:rsid w:val="00F61904"/>
    <w:rsid w:val="00F63C1D"/>
    <w:rsid w:val="00F67CC4"/>
    <w:rsid w:val="00F71A59"/>
    <w:rsid w:val="00F75E56"/>
    <w:rsid w:val="00F8325A"/>
    <w:rsid w:val="00F878C2"/>
    <w:rsid w:val="00F90394"/>
    <w:rsid w:val="00F93364"/>
    <w:rsid w:val="00F93AFE"/>
    <w:rsid w:val="00F95655"/>
    <w:rsid w:val="00F97E87"/>
    <w:rsid w:val="00FA35DC"/>
    <w:rsid w:val="00FB1C67"/>
    <w:rsid w:val="00FB35B7"/>
    <w:rsid w:val="00FB3DFC"/>
    <w:rsid w:val="00FB6CF0"/>
    <w:rsid w:val="00FC1EB0"/>
    <w:rsid w:val="00FD1845"/>
    <w:rsid w:val="00FD4B48"/>
    <w:rsid w:val="00FD55C6"/>
    <w:rsid w:val="00FD65BE"/>
    <w:rsid w:val="00FE204A"/>
    <w:rsid w:val="00FF0DEB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B4CA33D"/>
  <w15:docId w15:val="{1A4E53A8-2530-4D4F-9158-4DA4BCCE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49C"/>
    <w:pPr>
      <w:spacing w:after="0" w:line="240" w:lineRule="auto"/>
    </w:pPr>
    <w:rPr>
      <w:rFonts w:ascii="YuTimes" w:eastAsia="Times New Roman" w:hAnsi="YuTimes" w:cs="Times New Roman"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6C2"/>
    <w:rPr>
      <w:rFonts w:ascii="Tahoma" w:eastAsiaTheme="minorHAnsi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F2B3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96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969F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HeaderChar">
    <w:name w:val="Header Char"/>
    <w:basedOn w:val="DefaultParagraphFont"/>
    <w:link w:val="Header"/>
    <w:rsid w:val="00CF0C1E"/>
  </w:style>
  <w:style w:type="paragraph" w:styleId="Footer">
    <w:name w:val="footer"/>
    <w:basedOn w:val="Normal"/>
    <w:link w:val="FooterChar"/>
    <w:uiPriority w:val="99"/>
    <w:unhideWhenUsed/>
    <w:rsid w:val="00CF0C1E"/>
    <w:pPr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CF0C1E"/>
  </w:style>
  <w:style w:type="paragraph" w:styleId="NormalWeb">
    <w:name w:val="Normal (Web)"/>
    <w:basedOn w:val="Normal"/>
    <w:uiPriority w:val="99"/>
    <w:semiHidden/>
    <w:unhideWhenUsed/>
    <w:rsid w:val="00581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5058EF"/>
    <w:rPr>
      <w:b/>
      <w:bCs/>
    </w:rPr>
  </w:style>
  <w:style w:type="paragraph" w:styleId="ListParagraph">
    <w:name w:val="List Paragraph"/>
    <w:basedOn w:val="Normal"/>
    <w:uiPriority w:val="34"/>
    <w:qFormat/>
    <w:rsid w:val="009053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1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2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ndisk%20prvomajski\prvimaj\Desktop\DOPISI\DOPIS%20-%20OU%20BA&#268;%20-%20obraza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4C1B-8903-4377-AA94-0407D89D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OU BAČ - obrazac</Template>
  <TotalTime>1055</TotalTime>
  <Pages>7</Pages>
  <Words>2287</Words>
  <Characters>13038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DOPIS -</vt:lpstr>
      <vt:lpstr>DOPIS -</vt:lpstr>
    </vt:vector>
  </TitlesOfParts>
  <Company/>
  <LinksUpToDate>false</LinksUpToDate>
  <CharactersWithSpaces>15295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-</dc:title>
  <dc:subject>Odgovor na dopis broj: YIHR-05-18634</dc:subject>
  <dc:creator>Zoran Jovanović</dc:creator>
  <cp:keywords>obrazac;ou;uprava;dopis;memorandum;zaglavlje</cp:keywords>
  <cp:lastModifiedBy>Biljana</cp:lastModifiedBy>
  <cp:revision>159</cp:revision>
  <cp:lastPrinted>2024-07-22T09:32:00Z</cp:lastPrinted>
  <dcterms:created xsi:type="dcterms:W3CDTF">2022-07-21T11:01:00Z</dcterms:created>
  <dcterms:modified xsi:type="dcterms:W3CDTF">2024-07-22T09:48:00Z</dcterms:modified>
</cp:coreProperties>
</file>